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985EF" w14:textId="7200B8B0" w:rsidR="00316BA9" w:rsidRDefault="008E5B03" w:rsidP="008E5B03">
      <w:pPr>
        <w:pStyle w:val="TitelohneDeckblattFITKO"/>
        <w:spacing w:after="360"/>
      </w:pPr>
      <w:r>
        <w:t>FIM-Coach Bewertungsbogen</w:t>
      </w:r>
    </w:p>
    <w:p w14:paraId="2E774748" w14:textId="77777777" w:rsidR="008E5B03" w:rsidRDefault="008E5B03" w:rsidP="008E5B03">
      <w:pPr>
        <w:pStyle w:val="FlietextmitAbsatzFITKO"/>
        <w:spacing w:before="120" w:after="0"/>
        <w:jc w:val="left"/>
        <w:sectPr w:rsidR="008E5B03" w:rsidSect="00EE622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2240" w:right="1418" w:bottom="1418" w:left="1418" w:header="680" w:footer="352" w:gutter="0"/>
          <w:cols w:space="708"/>
          <w:docGrid w:linePitch="360"/>
        </w:sectPr>
      </w:pPr>
    </w:p>
    <w:p w14:paraId="0BBABBA7" w14:textId="412CE3A9" w:rsidR="008E5B03" w:rsidRPr="008A083C" w:rsidRDefault="008E5B03" w:rsidP="008E5B03">
      <w:pPr>
        <w:pStyle w:val="FlietextmitAbsatzFITKO"/>
        <w:spacing w:before="120" w:after="0"/>
        <w:jc w:val="left"/>
        <w:rPr>
          <w:rFonts w:cstheme="minorHAnsi"/>
        </w:rPr>
      </w:pPr>
      <w:r w:rsidRPr="008A083C">
        <w:rPr>
          <w:rFonts w:cstheme="minorHAnsi"/>
        </w:rPr>
        <w:t xml:space="preserve">Bewerteter </w:t>
      </w:r>
      <w:r w:rsidR="00B90D14" w:rsidRPr="008A083C">
        <w:rPr>
          <w:rFonts w:cstheme="minorHAnsi"/>
        </w:rPr>
        <w:t>angehender FIM-Coach</w:t>
      </w:r>
      <w:r w:rsidRPr="008A083C">
        <w:rPr>
          <w:rFonts w:cstheme="minorHAnsi"/>
        </w:rPr>
        <w:t>:</w:t>
      </w:r>
      <w:r w:rsidR="002D2C57">
        <w:rPr>
          <w:rFonts w:cstheme="minorHAnsi"/>
        </w:rPr>
        <w:t xml:space="preserve"> </w:t>
      </w:r>
      <w:r w:rsidR="00FB5DEC">
        <w:rPr>
          <w:rFonts w:cstheme="min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FB5DEC">
        <w:rPr>
          <w:rFonts w:cstheme="minorHAnsi"/>
        </w:rPr>
        <w:instrText xml:space="preserve"> FORMTEXT </w:instrText>
      </w:r>
      <w:r w:rsidR="00FB5DEC">
        <w:rPr>
          <w:rFonts w:cstheme="minorHAnsi"/>
        </w:rPr>
      </w:r>
      <w:r w:rsidR="00FB5DEC">
        <w:rPr>
          <w:rFonts w:cstheme="minorHAnsi"/>
        </w:rPr>
        <w:fldChar w:fldCharType="separate"/>
      </w:r>
      <w:r w:rsidR="00FB5DEC">
        <w:rPr>
          <w:rFonts w:cstheme="minorHAnsi"/>
          <w:noProof/>
        </w:rPr>
        <w:t> </w:t>
      </w:r>
      <w:r w:rsidR="00FB5DEC">
        <w:rPr>
          <w:rFonts w:cstheme="minorHAnsi"/>
          <w:noProof/>
        </w:rPr>
        <w:t> </w:t>
      </w:r>
      <w:r w:rsidR="00FB5DEC">
        <w:rPr>
          <w:rFonts w:cstheme="minorHAnsi"/>
          <w:noProof/>
        </w:rPr>
        <w:t> </w:t>
      </w:r>
      <w:r w:rsidR="00FB5DEC">
        <w:rPr>
          <w:rFonts w:cstheme="minorHAnsi"/>
          <w:noProof/>
        </w:rPr>
        <w:t> </w:t>
      </w:r>
      <w:r w:rsidR="00FB5DEC">
        <w:rPr>
          <w:rFonts w:cstheme="minorHAnsi"/>
          <w:noProof/>
        </w:rPr>
        <w:t> </w:t>
      </w:r>
      <w:r w:rsidR="00FB5DEC">
        <w:rPr>
          <w:rFonts w:cstheme="minorHAnsi"/>
        </w:rPr>
        <w:fldChar w:fldCharType="end"/>
      </w:r>
      <w:bookmarkEnd w:id="0"/>
    </w:p>
    <w:p w14:paraId="15BDBCED" w14:textId="75E8582A" w:rsidR="008E5B03" w:rsidRDefault="008E5B03" w:rsidP="008E5B03">
      <w:pPr>
        <w:pStyle w:val="FlietextmitAbsatzFITKO"/>
        <w:spacing w:before="120" w:after="0"/>
        <w:jc w:val="left"/>
      </w:pPr>
      <w:r>
        <w:t>Zertifizierter FIM-Coach (Prüfer):</w:t>
      </w:r>
      <w:r w:rsidR="00FB5DEC">
        <w:t xml:space="preserve"> </w:t>
      </w:r>
      <w:r w:rsidR="00FB5DEC"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FB5DEC">
        <w:instrText xml:space="preserve"> FORMTEXT </w:instrText>
      </w:r>
      <w:r w:rsidR="00FB5DEC">
        <w:fldChar w:fldCharType="separate"/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fldChar w:fldCharType="end"/>
      </w:r>
      <w:bookmarkEnd w:id="1"/>
    </w:p>
    <w:p w14:paraId="2B059FF9" w14:textId="1E4B7210" w:rsidR="008E5B03" w:rsidRDefault="008E5B03" w:rsidP="00FB5DEC">
      <w:pPr>
        <w:pStyle w:val="FlietextmitAbsatzFITKO"/>
        <w:spacing w:before="120" w:after="0"/>
        <w:jc w:val="left"/>
      </w:pPr>
      <w:r>
        <w:t>Datum:</w:t>
      </w:r>
      <w:r w:rsidR="00FB5DEC">
        <w:t xml:space="preserve"> </w:t>
      </w:r>
      <w:sdt>
        <w:sdtPr>
          <w:id w:val="-1631161421"/>
          <w:placeholder>
            <w:docPart w:val="DefaultPlaceholder_-1854013438"/>
          </w:placeholder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proofErr w:type="spellStart"/>
          <w:r w:rsidR="00FB5DEC">
            <w:t>xx.xx.xxxx</w:t>
          </w:r>
          <w:proofErr w:type="spellEnd"/>
        </w:sdtContent>
      </w:sdt>
    </w:p>
    <w:p w14:paraId="74447566" w14:textId="07C9E620" w:rsidR="008E5B03" w:rsidRDefault="008E5B03" w:rsidP="008E5B03">
      <w:pPr>
        <w:pStyle w:val="FlietextmitAbsatzFITKO"/>
        <w:spacing w:before="120" w:after="0"/>
        <w:jc w:val="left"/>
        <w:sectPr w:rsidR="008E5B03" w:rsidSect="002D2C57">
          <w:type w:val="continuous"/>
          <w:pgSz w:w="11906" w:h="16838"/>
          <w:pgMar w:top="2240" w:right="1418" w:bottom="1418" w:left="1418" w:header="680" w:footer="352" w:gutter="0"/>
          <w:cols w:num="2" w:space="567" w:equalWidth="0">
            <w:col w:w="5670" w:space="567"/>
            <w:col w:w="2833"/>
          </w:cols>
          <w:titlePg/>
          <w:docGrid w:linePitch="360"/>
        </w:sectPr>
      </w:pPr>
      <w:r>
        <w:t>Ort:</w:t>
      </w:r>
      <w:r w:rsidR="00FB5DEC">
        <w:t xml:space="preserve"> </w:t>
      </w:r>
      <w:r w:rsidR="00FB5DEC"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FB5DEC">
        <w:instrText xml:space="preserve"> FORMTEXT </w:instrText>
      </w:r>
      <w:r w:rsidR="00FB5DEC">
        <w:fldChar w:fldCharType="separate"/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fldChar w:fldCharType="end"/>
      </w:r>
      <w:bookmarkEnd w:id="2"/>
    </w:p>
    <w:p w14:paraId="7B3826DA" w14:textId="30F64F14" w:rsidR="008E5B03" w:rsidRDefault="008E5B03" w:rsidP="008E5B03">
      <w:pPr>
        <w:pStyle w:val="FlietextmitAbsatzFITKO"/>
        <w:spacing w:before="120" w:after="0"/>
        <w:jc w:val="left"/>
      </w:pPr>
    </w:p>
    <w:p w14:paraId="517B1B12" w14:textId="7C9E8DC2" w:rsidR="008E5B03" w:rsidRPr="008E5B03" w:rsidRDefault="008E5B03" w:rsidP="008E5B03">
      <w:pPr>
        <w:pStyle w:val="FlietextmitAbsatzFITKO"/>
        <w:numPr>
          <w:ilvl w:val="0"/>
          <w:numId w:val="13"/>
        </w:numPr>
        <w:spacing w:before="120" w:after="0"/>
        <w:ind w:left="426"/>
        <w:jc w:val="left"/>
        <w:rPr>
          <w:rFonts w:ascii="Segoe UI Semibold" w:hAnsi="Segoe UI Semibold" w:cs="Segoe UI Semibold"/>
        </w:rPr>
      </w:pPr>
      <w:r w:rsidRPr="008E5B03">
        <w:rPr>
          <w:rFonts w:ascii="Segoe UI Semibold" w:hAnsi="Segoe UI Semibold" w:cs="Segoe UI Semibold"/>
        </w:rPr>
        <w:t>Formale Bewertung der Ausbildung zum FIM-Methodenexperte</w:t>
      </w:r>
    </w:p>
    <w:p w14:paraId="7ACA4FFC" w14:textId="1116FE39" w:rsidR="008E5B03" w:rsidRPr="002F0A04" w:rsidRDefault="008E5B03" w:rsidP="002F0A04">
      <w:pPr>
        <w:pStyle w:val="FlietextmitAbsatzFITKO"/>
        <w:spacing w:before="120" w:after="120"/>
        <w:jc w:val="left"/>
        <w:rPr>
          <w:rFonts w:ascii="Segoe UI Semibold" w:hAnsi="Segoe UI Semibold" w:cs="Segoe UI Semibold"/>
          <w:color w:val="858585" w:themeColor="text2" w:themeShade="BF"/>
          <w:sz w:val="24"/>
          <w:szCs w:val="24"/>
        </w:rPr>
      </w:pPr>
      <w:r w:rsidRPr="002F0A04">
        <w:rPr>
          <w:rFonts w:ascii="Segoe UI Semibold" w:hAnsi="Segoe UI Semibold" w:cs="Segoe UI Semibold"/>
          <w:color w:val="858585" w:themeColor="text2" w:themeShade="BF"/>
          <w:sz w:val="24"/>
          <w:szCs w:val="24"/>
        </w:rPr>
        <w:t>Inhalte</w:t>
      </w:r>
    </w:p>
    <w:tbl>
      <w:tblPr>
        <w:tblStyle w:val="Tabellenraster"/>
        <w:tblW w:w="9264" w:type="dxa"/>
        <w:tblLook w:val="04A0" w:firstRow="1" w:lastRow="0" w:firstColumn="1" w:lastColumn="0" w:noHBand="0" w:noVBand="1"/>
      </w:tblPr>
      <w:tblGrid>
        <w:gridCol w:w="6350"/>
        <w:gridCol w:w="680"/>
        <w:gridCol w:w="683"/>
        <w:gridCol w:w="1551"/>
      </w:tblGrid>
      <w:tr w:rsidR="008E5B03" w:rsidRPr="002F0A04" w14:paraId="6C9CB06E" w14:textId="77777777" w:rsidTr="00394604">
        <w:trPr>
          <w:cantSplit/>
        </w:trPr>
        <w:tc>
          <w:tcPr>
            <w:tcW w:w="6350" w:type="dxa"/>
          </w:tcPr>
          <w:p w14:paraId="3E6B7D91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Wurden folgende Inhalte in der FIM-Schulung behandelt?</w:t>
            </w:r>
          </w:p>
        </w:tc>
        <w:tc>
          <w:tcPr>
            <w:tcW w:w="680" w:type="dxa"/>
          </w:tcPr>
          <w:p w14:paraId="3CBD09CE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Ja</w:t>
            </w:r>
          </w:p>
        </w:tc>
        <w:tc>
          <w:tcPr>
            <w:tcW w:w="683" w:type="dxa"/>
          </w:tcPr>
          <w:p w14:paraId="3B2DED6B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Nein</w:t>
            </w:r>
          </w:p>
        </w:tc>
        <w:tc>
          <w:tcPr>
            <w:tcW w:w="1551" w:type="dxa"/>
          </w:tcPr>
          <w:p w14:paraId="6BF9E395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Anmerkung</w:t>
            </w:r>
          </w:p>
        </w:tc>
      </w:tr>
      <w:tr w:rsidR="008E5B03" w:rsidRPr="002F0A04" w14:paraId="54811B7C" w14:textId="77777777" w:rsidTr="00394604">
        <w:trPr>
          <w:cantSplit/>
        </w:trPr>
        <w:tc>
          <w:tcPr>
            <w:tcW w:w="6350" w:type="dxa"/>
          </w:tcPr>
          <w:p w14:paraId="52295BFA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17BA74F1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67250356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11FDE684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E5B03" w:rsidRPr="002F0A04" w14:paraId="375727F2" w14:textId="77777777" w:rsidTr="00394604">
        <w:trPr>
          <w:cantSplit/>
        </w:trPr>
        <w:tc>
          <w:tcPr>
            <w:tcW w:w="6350" w:type="dxa"/>
          </w:tcPr>
          <w:p w14:paraId="78085376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Modul Vorgehen zur Stamminformationserstellung II:</w:t>
            </w:r>
          </w:p>
        </w:tc>
        <w:tc>
          <w:tcPr>
            <w:tcW w:w="680" w:type="dxa"/>
          </w:tcPr>
          <w:p w14:paraId="7276D9E3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5491DBC4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7AA8C33E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E5B03" w:rsidRPr="002F0A04" w14:paraId="42A0262C" w14:textId="77777777" w:rsidTr="00394604">
        <w:trPr>
          <w:cantSplit/>
        </w:trPr>
        <w:tc>
          <w:tcPr>
            <w:tcW w:w="6350" w:type="dxa"/>
          </w:tcPr>
          <w:p w14:paraId="25A443A9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Prozessnetz </w:t>
            </w:r>
          </w:p>
        </w:tc>
        <w:sdt>
          <w:sdtPr>
            <w:rPr>
              <w:rFonts w:cstheme="minorHAnsi"/>
              <w:sz w:val="21"/>
              <w:szCs w:val="21"/>
            </w:rPr>
            <w:id w:val="-631400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9C46E95" w14:textId="11AD4356" w:rsidR="008E5B03" w:rsidRPr="002F0A04" w:rsidRDefault="00BE1AB1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680572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6FD308D7" w14:textId="14AA5DA7" w:rsidR="008E5B03" w:rsidRPr="002F0A04" w:rsidRDefault="00EE622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0E072196" w14:textId="2152C683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bookmarkEnd w:id="3"/>
          </w:p>
        </w:tc>
      </w:tr>
      <w:tr w:rsidR="008E5B03" w:rsidRPr="002F0A04" w14:paraId="3E3122A9" w14:textId="77777777" w:rsidTr="00394604">
        <w:trPr>
          <w:cantSplit/>
        </w:trPr>
        <w:tc>
          <w:tcPr>
            <w:tcW w:w="6350" w:type="dxa"/>
          </w:tcPr>
          <w:p w14:paraId="14E5460C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Zuschnittsindikatoren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829646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3ABCE897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276455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7C33C577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692B538C" w14:textId="6AF90B65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</w:instrText>
            </w:r>
            <w:bookmarkStart w:id="4" w:name="Text5"/>
            <w:r>
              <w:rPr>
                <w:rFonts w:cstheme="minorHAnsi"/>
                <w:sz w:val="21"/>
                <w:szCs w:val="21"/>
              </w:rPr>
              <w:instrText xml:space="preserve">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bookmarkEnd w:id="4"/>
          </w:p>
        </w:tc>
      </w:tr>
      <w:tr w:rsidR="008E5B03" w:rsidRPr="002F0A04" w14:paraId="6E34BEF5" w14:textId="77777777" w:rsidTr="00394604">
        <w:trPr>
          <w:cantSplit/>
        </w:trPr>
        <w:tc>
          <w:tcPr>
            <w:tcW w:w="6350" w:type="dxa"/>
          </w:tcPr>
          <w:p w14:paraId="7E0B9072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Prozessketten innerhalb von Prozessnetzen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210212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CB16A90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055616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5D51E79C" w14:textId="4167195B" w:rsidR="008E5B03" w:rsidRPr="002F0A04" w:rsidRDefault="00502A46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A2F2896" w14:textId="254CA809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E5B03" w:rsidRPr="002F0A04" w14:paraId="2528F2AB" w14:textId="77777777" w:rsidTr="00394604">
        <w:trPr>
          <w:cantSplit/>
        </w:trPr>
        <w:tc>
          <w:tcPr>
            <w:tcW w:w="6350" w:type="dxa"/>
          </w:tcPr>
          <w:p w14:paraId="788EAD3E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Übung zur Tätigkeitsliste</w:t>
            </w:r>
          </w:p>
        </w:tc>
        <w:sdt>
          <w:sdtPr>
            <w:rPr>
              <w:rFonts w:cstheme="minorHAnsi"/>
              <w:sz w:val="21"/>
              <w:szCs w:val="21"/>
            </w:rPr>
            <w:id w:val="1443269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49927A0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716927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5291E197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1884E19" w14:textId="0001A6A4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E5B03" w:rsidRPr="002F0A04" w14:paraId="481786D0" w14:textId="77777777" w:rsidTr="00394604">
        <w:trPr>
          <w:cantSplit/>
        </w:trPr>
        <w:tc>
          <w:tcPr>
            <w:tcW w:w="6350" w:type="dxa"/>
          </w:tcPr>
          <w:p w14:paraId="2EF25EF1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Weitere 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-2030551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3310EB5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97152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2C0DF059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DCA61D2" w14:textId="64A0B360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E5B03" w:rsidRPr="002F0A04" w14:paraId="2D618FD0" w14:textId="77777777" w:rsidTr="00394604">
        <w:trPr>
          <w:cantSplit/>
        </w:trPr>
        <w:tc>
          <w:tcPr>
            <w:tcW w:w="6350" w:type="dxa"/>
          </w:tcPr>
          <w:p w14:paraId="499BA504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680" w:type="dxa"/>
          </w:tcPr>
          <w:p w14:paraId="731660EB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3C9108BD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23090DC2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E5B03" w:rsidRPr="002F0A04" w14:paraId="59927AD8" w14:textId="77777777" w:rsidTr="00394604">
        <w:trPr>
          <w:cantSplit/>
        </w:trPr>
        <w:tc>
          <w:tcPr>
            <w:tcW w:w="6350" w:type="dxa"/>
          </w:tcPr>
          <w:p w14:paraId="12D6EB38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Modul Baustein Leistung II:</w:t>
            </w:r>
          </w:p>
        </w:tc>
        <w:tc>
          <w:tcPr>
            <w:tcW w:w="680" w:type="dxa"/>
          </w:tcPr>
          <w:p w14:paraId="5A0A6FDA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5D71D3FD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72DE69EC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E5B03" w:rsidRPr="002F0A04" w14:paraId="4CC40AAA" w14:textId="77777777" w:rsidTr="00394604">
        <w:trPr>
          <w:cantSplit/>
        </w:trPr>
        <w:tc>
          <w:tcPr>
            <w:tcW w:w="6350" w:type="dxa"/>
          </w:tcPr>
          <w:p w14:paraId="637F90E6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Definition FIM-Leistung </w:t>
            </w:r>
          </w:p>
        </w:tc>
        <w:sdt>
          <w:sdtPr>
            <w:rPr>
              <w:rFonts w:cstheme="minorHAnsi"/>
              <w:sz w:val="21"/>
              <w:szCs w:val="21"/>
            </w:rPr>
            <w:id w:val="1909496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FE6BEFE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800200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4239DE48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11138FD" w14:textId="7E0CBD7C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E5B03" w:rsidRPr="002F0A04" w14:paraId="4DCD7AA6" w14:textId="77777777" w:rsidTr="00394604">
        <w:trPr>
          <w:cantSplit/>
        </w:trPr>
        <w:tc>
          <w:tcPr>
            <w:tcW w:w="6350" w:type="dxa"/>
          </w:tcPr>
          <w:p w14:paraId="17DA03E9" w14:textId="77777777" w:rsidR="008E5B03" w:rsidRPr="002F0A04" w:rsidRDefault="008E5B03" w:rsidP="00F56E38">
            <w:pPr>
              <w:spacing w:before="120"/>
              <w:rPr>
                <w:rFonts w:cstheme="minorHAnsi"/>
                <w:bCs/>
                <w:sz w:val="21"/>
                <w:szCs w:val="21"/>
              </w:rPr>
            </w:pPr>
            <w:r w:rsidRPr="002F0A04">
              <w:rPr>
                <w:rFonts w:cstheme="minorHAnsi"/>
                <w:bCs/>
                <w:sz w:val="21"/>
                <w:szCs w:val="21"/>
              </w:rPr>
              <w:t xml:space="preserve">Elemente des Leistungskatalogs inkl. </w:t>
            </w:r>
          </w:p>
          <w:p w14:paraId="21D4C78E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Leistungsschlüssel-Systematik</w:t>
            </w:r>
          </w:p>
        </w:tc>
        <w:sdt>
          <w:sdtPr>
            <w:rPr>
              <w:rFonts w:cstheme="minorHAnsi"/>
              <w:sz w:val="21"/>
              <w:szCs w:val="21"/>
            </w:rPr>
            <w:id w:val="-2084670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AF8581E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2124266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24596652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4B70F2A" w14:textId="50FA84B3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E5B03" w:rsidRPr="002F0A04" w14:paraId="75656A11" w14:textId="77777777" w:rsidTr="00394604">
        <w:trPr>
          <w:cantSplit/>
        </w:trPr>
        <w:tc>
          <w:tcPr>
            <w:tcW w:w="6350" w:type="dxa"/>
          </w:tcPr>
          <w:p w14:paraId="5EE71B94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bCs/>
                <w:sz w:val="21"/>
                <w:szCs w:val="21"/>
              </w:rPr>
              <w:lastRenderedPageBreak/>
              <w:t>Elemente der Textbibliothek</w:t>
            </w:r>
            <w:r w:rsidRPr="002F0A04" w:rsidDel="007E6A86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bCs/>
                <w:sz w:val="21"/>
                <w:szCs w:val="21"/>
              </w:rPr>
              <w:t>inkl. Module des Stammtextes</w:t>
            </w:r>
            <w:r w:rsidRPr="002F0A04" w:rsidDel="007E6A86">
              <w:rPr>
                <w:rFonts w:cstheme="minorHAnsi"/>
                <w:bCs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theme="minorHAnsi"/>
              <w:sz w:val="21"/>
              <w:szCs w:val="21"/>
            </w:rPr>
            <w:id w:val="1232501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319DE78" w14:textId="6AF02CCE" w:rsidR="008E5B03" w:rsidRPr="002F0A04" w:rsidRDefault="0083476B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07246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72789C66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814EA18" w14:textId="7FEE6CB2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04BFEAE6" w14:textId="77777777" w:rsidTr="00394604">
        <w:trPr>
          <w:cantSplit/>
        </w:trPr>
        <w:tc>
          <w:tcPr>
            <w:tcW w:w="6350" w:type="dxa"/>
          </w:tcPr>
          <w:p w14:paraId="4EA2F5BA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2F0A04">
              <w:rPr>
                <w:rFonts w:cstheme="minorHAnsi"/>
                <w:bCs/>
                <w:sz w:val="21"/>
                <w:szCs w:val="21"/>
              </w:rPr>
              <w:t>Elemente des Leistungsbaukastens</w:t>
            </w:r>
          </w:p>
        </w:tc>
        <w:sdt>
          <w:sdtPr>
            <w:rPr>
              <w:rFonts w:cstheme="minorHAnsi"/>
              <w:sz w:val="21"/>
              <w:szCs w:val="21"/>
            </w:rPr>
            <w:id w:val="2053342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5CB9BB9B" w14:textId="68BAB683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66604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5C5F1DBF" w14:textId="4E080B8E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8050C91" w14:textId="48F8B17C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7F73D518" w14:textId="77777777" w:rsidTr="00394604">
        <w:trPr>
          <w:cantSplit/>
        </w:trPr>
        <w:tc>
          <w:tcPr>
            <w:tcW w:w="6350" w:type="dxa"/>
          </w:tcPr>
          <w:p w14:paraId="51A33353" w14:textId="77777777" w:rsidR="0083476B" w:rsidRPr="002F0A04" w:rsidRDefault="0083476B" w:rsidP="0083476B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bCs/>
                <w:sz w:val="21"/>
                <w:szCs w:val="21"/>
              </w:rPr>
              <w:t>Lebenszyklus einer Leistungsbeschreibung</w:t>
            </w:r>
          </w:p>
        </w:tc>
        <w:sdt>
          <w:sdtPr>
            <w:rPr>
              <w:rFonts w:cstheme="minorHAnsi"/>
              <w:sz w:val="21"/>
              <w:szCs w:val="21"/>
            </w:rPr>
            <w:id w:val="-2142340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CF4D2B6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738658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57448EF8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C2DADDC" w14:textId="68A330FF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2D6039E0" w14:textId="77777777" w:rsidTr="00394604">
        <w:trPr>
          <w:cantSplit/>
        </w:trPr>
        <w:tc>
          <w:tcPr>
            <w:tcW w:w="6350" w:type="dxa"/>
          </w:tcPr>
          <w:p w14:paraId="19C2E372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Aufgaben einer Redaktion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087686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49C4B47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968314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5B00CBD7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898EA45" w14:textId="13369B55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53A3C416" w14:textId="77777777" w:rsidTr="00394604">
        <w:trPr>
          <w:cantSplit/>
        </w:trPr>
        <w:tc>
          <w:tcPr>
            <w:tcW w:w="6350" w:type="dxa"/>
          </w:tcPr>
          <w:p w14:paraId="5F9913ED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Erstellen von Leistungsbeschreibungen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2097047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0E9E44DD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829755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68C49CFD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59C7736B" w14:textId="749FEB35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18D1B991" w14:textId="77777777" w:rsidTr="00394604">
        <w:trPr>
          <w:cantSplit/>
        </w:trPr>
        <w:tc>
          <w:tcPr>
            <w:tcW w:w="6350" w:type="dxa"/>
          </w:tcPr>
          <w:p w14:paraId="4CA64F44" w14:textId="77777777" w:rsidR="0083476B" w:rsidRPr="002F0A04" w:rsidRDefault="0083476B" w:rsidP="0083476B">
            <w:pPr>
              <w:pStyle w:val="FlietextmitAbsatzFITKO"/>
              <w:spacing w:before="120"/>
              <w:rPr>
                <w:rFonts w:cstheme="minorHAnsi"/>
                <w:bCs/>
                <w:sz w:val="21"/>
                <w:szCs w:val="21"/>
              </w:rPr>
            </w:pPr>
            <w:r w:rsidRPr="002F0A04">
              <w:rPr>
                <w:rFonts w:cstheme="minorHAnsi"/>
                <w:bCs/>
                <w:sz w:val="21"/>
                <w:szCs w:val="21"/>
              </w:rPr>
              <w:t>Leistungstypen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553542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33BC44A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683714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46E60387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0122382D" w14:textId="19ABC29C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4CAAAC91" w14:textId="77777777" w:rsidTr="00394604">
        <w:trPr>
          <w:cantSplit/>
        </w:trPr>
        <w:tc>
          <w:tcPr>
            <w:tcW w:w="6350" w:type="dxa"/>
          </w:tcPr>
          <w:p w14:paraId="40C8B164" w14:textId="77777777" w:rsidR="0083476B" w:rsidRPr="002F0A04" w:rsidRDefault="0083476B" w:rsidP="0083476B">
            <w:pPr>
              <w:pStyle w:val="FlietextmitAbsatzFITKO"/>
              <w:spacing w:before="120"/>
              <w:rPr>
                <w:rFonts w:cstheme="minorHAnsi"/>
                <w:bCs/>
                <w:sz w:val="21"/>
                <w:szCs w:val="21"/>
              </w:rPr>
            </w:pPr>
            <w:r w:rsidRPr="002F0A04">
              <w:rPr>
                <w:rFonts w:cstheme="minorHAnsi"/>
                <w:bCs/>
                <w:sz w:val="21"/>
                <w:szCs w:val="21"/>
              </w:rPr>
              <w:t>Einführung in die QS-Kriterien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997002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E4A13C4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52826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2AE544D5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88E7852" w14:textId="3AC3B874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49595CDC" w14:textId="77777777" w:rsidTr="00394604">
        <w:trPr>
          <w:cantSplit/>
        </w:trPr>
        <w:tc>
          <w:tcPr>
            <w:tcW w:w="6350" w:type="dxa"/>
          </w:tcPr>
          <w:p w14:paraId="4AAB1B27" w14:textId="77777777" w:rsidR="0083476B" w:rsidRPr="002F0A04" w:rsidRDefault="0083476B" w:rsidP="0083476B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bCs/>
                <w:sz w:val="21"/>
                <w:szCs w:val="21"/>
              </w:rPr>
              <w:t>Übung: QS-Kriterien auf Beispiel-Stammtext anwenden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766421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13D9743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785011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52E0B4FD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18C2AF9" w14:textId="50B8307B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1610F062" w14:textId="77777777" w:rsidTr="00394604">
        <w:trPr>
          <w:cantSplit/>
        </w:trPr>
        <w:tc>
          <w:tcPr>
            <w:tcW w:w="6350" w:type="dxa"/>
          </w:tcPr>
          <w:p w14:paraId="044C4BED" w14:textId="77777777" w:rsidR="0083476B" w:rsidRPr="002F0A04" w:rsidRDefault="0083476B" w:rsidP="0083476B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bCs/>
                <w:sz w:val="21"/>
                <w:szCs w:val="21"/>
              </w:rPr>
              <w:t>Werkzeuge: Metaredaktion und Redaktionssystem</w:t>
            </w:r>
          </w:p>
        </w:tc>
        <w:sdt>
          <w:sdtPr>
            <w:rPr>
              <w:rFonts w:cstheme="minorHAnsi"/>
              <w:sz w:val="21"/>
              <w:szCs w:val="21"/>
            </w:rPr>
            <w:id w:val="-209574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E097B11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449746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4CC32F50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6FAFEE1" w14:textId="6E2EA16F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6D5669CA" w14:textId="77777777" w:rsidTr="00394604">
        <w:trPr>
          <w:cantSplit/>
        </w:trPr>
        <w:tc>
          <w:tcPr>
            <w:tcW w:w="6350" w:type="dxa"/>
          </w:tcPr>
          <w:p w14:paraId="22E28FC8" w14:textId="77777777" w:rsidR="0083476B" w:rsidRPr="002F0A04" w:rsidRDefault="0083476B" w:rsidP="0083476B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Datenaustausch-Standard </w:t>
            </w:r>
            <w:r w:rsidRPr="002F0A04">
              <w:rPr>
                <w:rFonts w:cstheme="minorHAnsi"/>
                <w:bCs/>
                <w:sz w:val="21"/>
                <w:szCs w:val="21"/>
              </w:rPr>
              <w:t>XZuFi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402439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8B2BDA0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404138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2C219864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FDFF212" w14:textId="1B9852CE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2FC18101" w14:textId="77777777" w:rsidTr="00394604">
        <w:trPr>
          <w:cantSplit/>
        </w:trPr>
        <w:tc>
          <w:tcPr>
            <w:tcW w:w="6350" w:type="dxa"/>
          </w:tcPr>
          <w:p w14:paraId="27254EA4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Weitere 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542643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5D469E8D" w14:textId="77BF15CF" w:rsidR="0083476B" w:rsidRPr="002F0A04" w:rsidRDefault="00EE6223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45829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793D712B" w14:textId="7E47AC9C" w:rsidR="0083476B" w:rsidRPr="002F0A04" w:rsidRDefault="00EE6223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52B78AE" w14:textId="2438507A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278350D6" w14:textId="77777777" w:rsidTr="00394604">
        <w:trPr>
          <w:cantSplit/>
        </w:trPr>
        <w:tc>
          <w:tcPr>
            <w:tcW w:w="6350" w:type="dxa"/>
          </w:tcPr>
          <w:p w14:paraId="2D7EDC61" w14:textId="77777777" w:rsidR="0083476B" w:rsidRPr="002F0A04" w:rsidRDefault="0083476B" w:rsidP="00EE6223">
            <w:pPr>
              <w:pStyle w:val="FlietextmitAbsatzFITKO"/>
              <w:spacing w:before="120"/>
              <w:ind w:firstLine="708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76D946FB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088511E9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740CBB88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3476B" w:rsidRPr="002F0A04" w14:paraId="0A2970AB" w14:textId="77777777" w:rsidTr="00394604">
        <w:trPr>
          <w:cantSplit/>
        </w:trPr>
        <w:tc>
          <w:tcPr>
            <w:tcW w:w="6350" w:type="dxa"/>
          </w:tcPr>
          <w:p w14:paraId="73C0E21A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lastRenderedPageBreak/>
              <w:t>Modul Baustein Prozesse II:</w:t>
            </w:r>
          </w:p>
        </w:tc>
        <w:tc>
          <w:tcPr>
            <w:tcW w:w="680" w:type="dxa"/>
          </w:tcPr>
          <w:p w14:paraId="49AF00C5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59BD732F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53F8C84F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3476B" w:rsidRPr="002F0A04" w14:paraId="595AD6AD" w14:textId="77777777" w:rsidTr="00394604">
        <w:trPr>
          <w:cantSplit/>
        </w:trPr>
        <w:tc>
          <w:tcPr>
            <w:tcW w:w="6350" w:type="dxa"/>
          </w:tcPr>
          <w:p w14:paraId="72D40E29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Elemente des Prozesskatalogs inkl. Wiederholung der Zuschnittsindikatoren 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005744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4C302405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452286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6DE2A7A9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B46E20D" w14:textId="49043E0E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2905C027" w14:textId="77777777" w:rsidTr="00394604">
        <w:trPr>
          <w:cantSplit/>
        </w:trPr>
        <w:tc>
          <w:tcPr>
            <w:tcW w:w="6350" w:type="dxa"/>
          </w:tcPr>
          <w:p w14:paraId="0CEA8F68" w14:textId="77777777" w:rsidR="0083476B" w:rsidRPr="002F0A04" w:rsidRDefault="0083476B" w:rsidP="0083476B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iCs/>
                <w:sz w:val="21"/>
                <w:szCs w:val="21"/>
              </w:rPr>
              <w:t>Übung: Prozessklasse im Redaktionssystem anlegen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1928452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D8C331E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742016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2691D16E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31C2009" w14:textId="2B8278D0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2AC0D699" w14:textId="77777777" w:rsidTr="00394604">
        <w:trPr>
          <w:cantSplit/>
        </w:trPr>
        <w:tc>
          <w:tcPr>
            <w:tcW w:w="6350" w:type="dxa"/>
          </w:tcPr>
          <w:p w14:paraId="5CA96B90" w14:textId="77777777" w:rsidR="0083476B" w:rsidRPr="002F0A04" w:rsidRDefault="0083476B" w:rsidP="0083476B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Elemente der Prozessbibliothek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013916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A905385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880860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3DE0F7D9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A911433" w14:textId="68EE3DB0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5CEC5622" w14:textId="77777777" w:rsidTr="00394604">
        <w:trPr>
          <w:cantSplit/>
        </w:trPr>
        <w:tc>
          <w:tcPr>
            <w:tcW w:w="6350" w:type="dxa"/>
          </w:tcPr>
          <w:p w14:paraId="42F57EFA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iCs/>
                <w:sz w:val="21"/>
                <w:szCs w:val="21"/>
              </w:rPr>
              <w:t>Übung: Prozesssteckbrief im Redaktionssystem anlegen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829330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5F151D07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354006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48077813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61964545" w14:textId="4E533897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624C536A" w14:textId="77777777" w:rsidTr="00394604">
        <w:trPr>
          <w:cantSplit/>
        </w:trPr>
        <w:tc>
          <w:tcPr>
            <w:tcW w:w="6350" w:type="dxa"/>
          </w:tcPr>
          <w:p w14:paraId="71B15008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Elemente des Prozessbaukastens </w:t>
            </w:r>
          </w:p>
        </w:tc>
        <w:sdt>
          <w:sdtPr>
            <w:rPr>
              <w:rFonts w:cstheme="minorHAnsi"/>
              <w:sz w:val="21"/>
              <w:szCs w:val="21"/>
            </w:rPr>
            <w:id w:val="-332688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3A584283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801065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66FC5BF4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A607A9A" w14:textId="31470671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5FB1EEF1" w14:textId="77777777" w:rsidTr="00394604">
        <w:trPr>
          <w:cantSplit/>
        </w:trPr>
        <w:tc>
          <w:tcPr>
            <w:tcW w:w="6350" w:type="dxa"/>
          </w:tcPr>
          <w:p w14:paraId="2528F1E3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iCs/>
                <w:sz w:val="21"/>
                <w:szCs w:val="21"/>
              </w:rPr>
              <w:t>Übung: Stammprozessmodell im Redaktionssystem</w:t>
            </w:r>
            <w:r w:rsidRPr="002F0A04">
              <w:rPr>
                <w:rFonts w:cstheme="minorHAnsi"/>
                <w:iCs/>
                <w:color w:val="FF0000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iCs/>
                <w:sz w:val="21"/>
                <w:szCs w:val="21"/>
              </w:rPr>
              <w:t>erklären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1292717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ED445EB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90930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208B018B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0FC6FBAE" w14:textId="6831AC36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5F36235C" w14:textId="77777777" w:rsidTr="00394604">
        <w:trPr>
          <w:cantSplit/>
        </w:trPr>
        <w:tc>
          <w:tcPr>
            <w:tcW w:w="6350" w:type="dxa"/>
          </w:tcPr>
          <w:p w14:paraId="48287E40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Datenaustausch-Standard XProzess 2.0 </w:t>
            </w:r>
          </w:p>
        </w:tc>
        <w:sdt>
          <w:sdtPr>
            <w:rPr>
              <w:rFonts w:cstheme="minorHAnsi"/>
              <w:sz w:val="21"/>
              <w:szCs w:val="21"/>
            </w:rPr>
            <w:id w:val="1379282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548029E7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45182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53D455CA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3EBFC2E" w14:textId="620F7660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7149D578" w14:textId="77777777" w:rsidTr="00394604">
        <w:trPr>
          <w:cantSplit/>
        </w:trPr>
        <w:tc>
          <w:tcPr>
            <w:tcW w:w="6350" w:type="dxa"/>
          </w:tcPr>
          <w:p w14:paraId="3AF77888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Weitere 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1370028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42D7D9C4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353722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6DC9FE4E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92DE8D3" w14:textId="69B07726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756FC6C4" w14:textId="77777777" w:rsidTr="00394604">
        <w:trPr>
          <w:cantSplit/>
        </w:trPr>
        <w:tc>
          <w:tcPr>
            <w:tcW w:w="6350" w:type="dxa"/>
          </w:tcPr>
          <w:p w14:paraId="388F4F4F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6CE26722" w14:textId="77777777" w:rsidR="0083476B" w:rsidRPr="002F0A04" w:rsidRDefault="0083476B" w:rsidP="0083476B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449B7099" w14:textId="77777777" w:rsidR="0083476B" w:rsidRPr="002F0A04" w:rsidRDefault="0083476B" w:rsidP="0083476B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1A3B7121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3476B" w:rsidRPr="002F0A04" w14:paraId="4842B505" w14:textId="77777777" w:rsidTr="00394604">
        <w:trPr>
          <w:cantSplit/>
        </w:trPr>
        <w:tc>
          <w:tcPr>
            <w:tcW w:w="6350" w:type="dxa"/>
          </w:tcPr>
          <w:p w14:paraId="5C294DDB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Modul Baustein Datenfelder II:</w:t>
            </w:r>
          </w:p>
        </w:tc>
        <w:tc>
          <w:tcPr>
            <w:tcW w:w="680" w:type="dxa"/>
          </w:tcPr>
          <w:p w14:paraId="379C9FC1" w14:textId="77777777" w:rsidR="0083476B" w:rsidRPr="002F0A04" w:rsidRDefault="0083476B" w:rsidP="0083476B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0EA976C0" w14:textId="77777777" w:rsidR="0083476B" w:rsidRPr="002F0A04" w:rsidRDefault="0083476B" w:rsidP="0083476B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163D49BE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3476B" w:rsidRPr="002F0A04" w14:paraId="2D3D70FB" w14:textId="77777777" w:rsidTr="00394604">
        <w:trPr>
          <w:cantSplit/>
        </w:trPr>
        <w:tc>
          <w:tcPr>
            <w:tcW w:w="6350" w:type="dxa"/>
          </w:tcPr>
          <w:p w14:paraId="42276718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Elemente der Datenfeldkatalogs</w:t>
            </w:r>
          </w:p>
        </w:tc>
        <w:sdt>
          <w:sdtPr>
            <w:rPr>
              <w:rFonts w:cstheme="minorHAnsi"/>
              <w:sz w:val="21"/>
              <w:szCs w:val="21"/>
            </w:rPr>
            <w:id w:val="-962422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CAADB3B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660122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41A96CA1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BB9429E" w14:textId="4B43DDAC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5FFCAFC7" w14:textId="77777777" w:rsidTr="00394604">
        <w:trPr>
          <w:cantSplit/>
        </w:trPr>
        <w:tc>
          <w:tcPr>
            <w:tcW w:w="6350" w:type="dxa"/>
          </w:tcPr>
          <w:p w14:paraId="29240EE6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Elemente der Datenschemabibliothek</w:t>
            </w:r>
          </w:p>
        </w:tc>
        <w:sdt>
          <w:sdtPr>
            <w:rPr>
              <w:rFonts w:cstheme="minorHAnsi"/>
              <w:sz w:val="21"/>
              <w:szCs w:val="21"/>
            </w:rPr>
            <w:id w:val="1278684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75C4C7E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890831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5AEF6DCA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E53CD6E" w14:textId="1AC7CC2F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57822B90" w14:textId="77777777" w:rsidTr="00394604">
        <w:trPr>
          <w:cantSplit/>
        </w:trPr>
        <w:tc>
          <w:tcPr>
            <w:tcW w:w="6350" w:type="dxa"/>
          </w:tcPr>
          <w:p w14:paraId="7BF055AF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lastRenderedPageBreak/>
              <w:t>Elemente des Datenfeldbaukastens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354872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4E140619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471734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713AB9BB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4F4342A" w14:textId="7AA5486C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05CEAD5B" w14:textId="77777777" w:rsidTr="00394604">
        <w:trPr>
          <w:cantSplit/>
        </w:trPr>
        <w:tc>
          <w:tcPr>
            <w:tcW w:w="6350" w:type="dxa"/>
          </w:tcPr>
          <w:p w14:paraId="37CE1A57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Datenaustausch-Standard </w:t>
            </w:r>
            <w:r w:rsidRPr="002F0A04">
              <w:rPr>
                <w:rFonts w:cstheme="minorHAnsi"/>
                <w:bCs/>
                <w:sz w:val="21"/>
                <w:szCs w:val="21"/>
              </w:rPr>
              <w:t>XDatenfelder</w:t>
            </w:r>
          </w:p>
        </w:tc>
        <w:sdt>
          <w:sdtPr>
            <w:rPr>
              <w:rFonts w:cstheme="minorHAnsi"/>
              <w:sz w:val="21"/>
              <w:szCs w:val="21"/>
            </w:rPr>
            <w:id w:val="1659577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8D54C13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81210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29D47841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5716191F" w14:textId="3466A8DA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04A83C8D" w14:textId="77777777" w:rsidTr="00394604">
        <w:trPr>
          <w:cantSplit/>
        </w:trPr>
        <w:tc>
          <w:tcPr>
            <w:tcW w:w="6350" w:type="dxa"/>
          </w:tcPr>
          <w:p w14:paraId="64DD2F88" w14:textId="30B845C4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Übung: Schritte bei der Erstellung von Datenfeldern für eine Stamminformation </w:t>
            </w:r>
            <w:r>
              <w:rPr>
                <w:rFonts w:cstheme="minorHAnsi"/>
                <w:sz w:val="21"/>
                <w:szCs w:val="21"/>
              </w:rPr>
              <w:t>(Datenfeldkatalog</w:t>
            </w:r>
            <w:r w:rsidR="00C00509">
              <w:rPr>
                <w:rFonts w:cstheme="minorHAnsi"/>
                <w:sz w:val="21"/>
                <w:szCs w:val="21"/>
              </w:rPr>
              <w:t xml:space="preserve"> und Datenschemabibliothek</w:t>
            </w:r>
            <w:r w:rsidRPr="002F0A04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>anlegen mit Elemente des Baukaste</w:t>
            </w:r>
            <w:r>
              <w:rPr>
                <w:rFonts w:cstheme="minorHAnsi"/>
                <w:sz w:val="21"/>
                <w:szCs w:val="21"/>
              </w:rPr>
              <w:t>ns Regeln und Codelisten)</w:t>
            </w:r>
          </w:p>
        </w:tc>
        <w:sdt>
          <w:sdtPr>
            <w:rPr>
              <w:rFonts w:cstheme="minorHAnsi"/>
              <w:sz w:val="21"/>
              <w:szCs w:val="21"/>
            </w:rPr>
            <w:id w:val="1248154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4756C72" w14:textId="45F27696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332040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77CE0470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58D3147" w14:textId="3B613F58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74FAE291" w14:textId="77777777" w:rsidTr="00394604">
        <w:trPr>
          <w:cantSplit/>
        </w:trPr>
        <w:tc>
          <w:tcPr>
            <w:tcW w:w="6350" w:type="dxa"/>
          </w:tcPr>
          <w:p w14:paraId="452792D6" w14:textId="77777777" w:rsidR="0083476B" w:rsidRPr="002F0A04" w:rsidRDefault="0083476B" w:rsidP="0083476B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Weitere 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1035623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A38FCA1" w14:textId="77777777" w:rsidR="0083476B" w:rsidRPr="002F0A04" w:rsidRDefault="0083476B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163936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17405AA6" w14:textId="496884E2" w:rsidR="0083476B" w:rsidRPr="002F0A04" w:rsidRDefault="00EE6223" w:rsidP="0083476B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AE24196" w14:textId="66D6527D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5C48A054" w14:textId="77777777" w:rsidTr="00394604">
        <w:trPr>
          <w:cantSplit/>
        </w:trPr>
        <w:tc>
          <w:tcPr>
            <w:tcW w:w="6350" w:type="dxa"/>
          </w:tcPr>
          <w:p w14:paraId="57D2D507" w14:textId="77777777" w:rsidR="0083476B" w:rsidRPr="002F0A04" w:rsidRDefault="0083476B" w:rsidP="0083476B">
            <w:pPr>
              <w:spacing w:before="12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4E434D3A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06F68231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39ED364B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3476B" w:rsidRPr="002F0A04" w14:paraId="05F55D4B" w14:textId="77777777" w:rsidTr="00394604">
        <w:trPr>
          <w:cantSplit/>
        </w:trPr>
        <w:tc>
          <w:tcPr>
            <w:tcW w:w="6350" w:type="dxa"/>
          </w:tcPr>
          <w:p w14:paraId="693BA27C" w14:textId="77777777" w:rsidR="0083476B" w:rsidRPr="002F0A04" w:rsidRDefault="0083476B" w:rsidP="0083476B">
            <w:pPr>
              <w:spacing w:before="120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Allgemeines:</w:t>
            </w:r>
          </w:p>
        </w:tc>
        <w:tc>
          <w:tcPr>
            <w:tcW w:w="680" w:type="dxa"/>
          </w:tcPr>
          <w:p w14:paraId="2FD5656F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28A12CDE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4A42F672" w14:textId="77777777" w:rsidR="0083476B" w:rsidRPr="002F0A04" w:rsidRDefault="0083476B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3476B" w:rsidRPr="002F0A04" w14:paraId="6416F41A" w14:textId="77777777" w:rsidTr="002A7F5E">
        <w:trPr>
          <w:cantSplit/>
        </w:trPr>
        <w:tc>
          <w:tcPr>
            <w:tcW w:w="6350" w:type="dxa"/>
          </w:tcPr>
          <w:p w14:paraId="3108AC9C" w14:textId="77777777" w:rsidR="0083476B" w:rsidRPr="002F0A04" w:rsidRDefault="0083476B" w:rsidP="0083476B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Wiederholungen aus dem Basisseminar:</w:t>
            </w:r>
          </w:p>
          <w:p w14:paraId="34D2B683" w14:textId="77777777" w:rsidR="0083476B" w:rsidRPr="002F0A04" w:rsidRDefault="0083476B" w:rsidP="0083476B">
            <w:pPr>
              <w:pStyle w:val="Listenabsatz"/>
              <w:numPr>
                <w:ilvl w:val="0"/>
                <w:numId w:val="15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>Einführung</w:t>
            </w:r>
          </w:p>
          <w:p w14:paraId="12B09144" w14:textId="77777777" w:rsidR="0083476B" w:rsidRPr="002F0A04" w:rsidRDefault="0083476B" w:rsidP="0083476B">
            <w:pPr>
              <w:pStyle w:val="Listenabsatz"/>
              <w:numPr>
                <w:ilvl w:val="0"/>
                <w:numId w:val="15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>Voraussetzungen</w:t>
            </w:r>
          </w:p>
          <w:p w14:paraId="1AC190BB" w14:textId="77777777" w:rsidR="0083476B" w:rsidRPr="002F0A04" w:rsidRDefault="0083476B" w:rsidP="0083476B">
            <w:pPr>
              <w:pStyle w:val="Listenabsatz"/>
              <w:numPr>
                <w:ilvl w:val="0"/>
                <w:numId w:val="15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>OZG</w:t>
            </w:r>
          </w:p>
        </w:tc>
        <w:tc>
          <w:tcPr>
            <w:tcW w:w="680" w:type="dxa"/>
          </w:tcPr>
          <w:p w14:paraId="0EDA2429" w14:textId="77777777" w:rsidR="0083476B" w:rsidRPr="002F0A04" w:rsidRDefault="0083476B" w:rsidP="0083476B">
            <w:pPr>
              <w:rPr>
                <w:rFonts w:cstheme="minorHAnsi"/>
                <w:sz w:val="21"/>
                <w:szCs w:val="21"/>
              </w:rPr>
            </w:pPr>
          </w:p>
          <w:p w14:paraId="61AA04A5" w14:textId="77777777" w:rsidR="0083476B" w:rsidRPr="002F0A04" w:rsidRDefault="0083476B" w:rsidP="0083476B">
            <w:pPr>
              <w:rPr>
                <w:rFonts w:cstheme="minorHAnsi"/>
                <w:sz w:val="21"/>
                <w:szCs w:val="21"/>
              </w:rPr>
            </w:pPr>
          </w:p>
          <w:sdt>
            <w:sdtPr>
              <w:rPr>
                <w:rFonts w:eastAsia="MS Gothic" w:cstheme="minorHAnsi"/>
                <w:sz w:val="21"/>
                <w:szCs w:val="21"/>
              </w:rPr>
              <w:id w:val="1246385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812048" w14:textId="77777777" w:rsidR="0083476B" w:rsidRPr="002F0A04" w:rsidRDefault="0083476B" w:rsidP="0083476B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-15057414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C04B0A" w14:textId="77777777" w:rsidR="0083476B" w:rsidRPr="002F0A04" w:rsidRDefault="0083476B" w:rsidP="0083476B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6802409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0B9326" w14:textId="77777777" w:rsidR="0083476B" w:rsidRPr="002F0A04" w:rsidRDefault="0083476B" w:rsidP="0083476B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683" w:type="dxa"/>
          </w:tcPr>
          <w:p w14:paraId="411914D0" w14:textId="77777777" w:rsidR="0083476B" w:rsidRPr="002F0A04" w:rsidRDefault="0083476B" w:rsidP="0083476B">
            <w:pPr>
              <w:rPr>
                <w:rFonts w:cstheme="minorHAnsi"/>
                <w:sz w:val="21"/>
                <w:szCs w:val="21"/>
              </w:rPr>
            </w:pPr>
          </w:p>
          <w:p w14:paraId="7A403AB6" w14:textId="77777777" w:rsidR="0083476B" w:rsidRPr="002F0A04" w:rsidRDefault="0083476B" w:rsidP="0083476B">
            <w:pPr>
              <w:rPr>
                <w:rFonts w:cstheme="minorHAnsi"/>
                <w:sz w:val="21"/>
                <w:szCs w:val="21"/>
              </w:rPr>
            </w:pPr>
          </w:p>
          <w:sdt>
            <w:sdtPr>
              <w:rPr>
                <w:rFonts w:eastAsia="MS Gothic" w:cstheme="minorHAnsi"/>
                <w:sz w:val="21"/>
                <w:szCs w:val="21"/>
              </w:rPr>
              <w:id w:val="-1688826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195F71" w14:textId="77777777" w:rsidR="0083476B" w:rsidRPr="002F0A04" w:rsidRDefault="0083476B" w:rsidP="0083476B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508721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6F2754" w14:textId="77777777" w:rsidR="0083476B" w:rsidRPr="002F0A04" w:rsidRDefault="0083476B" w:rsidP="0083476B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20555771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447A9C" w14:textId="77777777" w:rsidR="0083476B" w:rsidRPr="002F0A04" w:rsidRDefault="0083476B" w:rsidP="0083476B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1551" w:type="dxa"/>
          </w:tcPr>
          <w:p w14:paraId="15F98AB2" w14:textId="77777777" w:rsidR="002A7F5E" w:rsidRDefault="002A7F5E" w:rsidP="002A7F5E">
            <w:pPr>
              <w:rPr>
                <w:rFonts w:cstheme="minorHAnsi"/>
                <w:sz w:val="21"/>
                <w:szCs w:val="21"/>
              </w:rPr>
            </w:pPr>
          </w:p>
          <w:p w14:paraId="539279CF" w14:textId="77777777" w:rsidR="002A7F5E" w:rsidRDefault="002A7F5E" w:rsidP="002A7F5E">
            <w:pPr>
              <w:rPr>
                <w:rFonts w:cstheme="minorHAnsi"/>
                <w:sz w:val="21"/>
                <w:szCs w:val="21"/>
              </w:rPr>
            </w:pPr>
          </w:p>
          <w:p w14:paraId="21C0966A" w14:textId="35C14C22" w:rsidR="0083476B" w:rsidRDefault="00F56E38" w:rsidP="002A7F5E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  <w:p w14:paraId="774284EA" w14:textId="77777777" w:rsidR="002A7F5E" w:rsidRDefault="002A7F5E" w:rsidP="002A7F5E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  <w:p w14:paraId="1E209C40" w14:textId="4B291EFF" w:rsidR="002A7F5E" w:rsidRPr="002F0A04" w:rsidRDefault="002A7F5E" w:rsidP="002A7F5E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3476B" w:rsidRPr="002F0A04" w14:paraId="6A3FE87A" w14:textId="77777777" w:rsidTr="00394604">
        <w:trPr>
          <w:cantSplit/>
        </w:trPr>
        <w:tc>
          <w:tcPr>
            <w:tcW w:w="6350" w:type="dxa"/>
          </w:tcPr>
          <w:p w14:paraId="5F9F73C4" w14:textId="4D607955" w:rsidR="0083476B" w:rsidRPr="002F0A04" w:rsidRDefault="00C00509" w:rsidP="0083476B">
            <w:pPr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Wurde</w:t>
            </w:r>
            <w:r w:rsidR="0083476B" w:rsidRPr="002F0A04">
              <w:rPr>
                <w:rFonts w:cstheme="minorHAnsi"/>
                <w:sz w:val="21"/>
                <w:szCs w:val="21"/>
              </w:rPr>
              <w:t xml:space="preserve"> die zeitliche Vorgabe von 15 Stunden eingehalten </w:t>
            </w:r>
            <w:r>
              <w:rPr>
                <w:rFonts w:cstheme="minorHAnsi"/>
                <w:sz w:val="21"/>
                <w:szCs w:val="21"/>
              </w:rPr>
              <w:br/>
            </w:r>
            <w:r w:rsidR="0083476B" w:rsidRPr="002F0A04">
              <w:rPr>
                <w:rFonts w:cstheme="minorHAnsi"/>
                <w:sz w:val="21"/>
                <w:szCs w:val="21"/>
              </w:rPr>
              <w:t>(+/- 1.5 h)</w:t>
            </w:r>
          </w:p>
        </w:tc>
        <w:sdt>
          <w:sdtPr>
            <w:rPr>
              <w:rFonts w:cstheme="minorHAnsi"/>
              <w:sz w:val="21"/>
              <w:szCs w:val="21"/>
            </w:rPr>
            <w:id w:val="850535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03291CBE" w14:textId="77777777" w:rsidR="0083476B" w:rsidRPr="002F0A04" w:rsidRDefault="0083476B" w:rsidP="0083476B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585339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</w:tcPr>
              <w:p w14:paraId="5B406623" w14:textId="77777777" w:rsidR="0083476B" w:rsidRPr="002F0A04" w:rsidRDefault="0083476B" w:rsidP="0083476B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509B20A3" w14:textId="2807141F" w:rsidR="0083476B" w:rsidRPr="002F0A04" w:rsidRDefault="00F56E38" w:rsidP="0083476B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</w:tbl>
    <w:p w14:paraId="44EF0D4C" w14:textId="77777777" w:rsidR="002A7F5E" w:rsidRPr="002F0A04" w:rsidRDefault="002A7F5E" w:rsidP="002A7F5E">
      <w:pPr>
        <w:pStyle w:val="FlietextmitAbsatzFITKO"/>
        <w:spacing w:before="120" w:after="0"/>
        <w:jc w:val="left"/>
        <w:rPr>
          <w:rFonts w:cstheme="minorHAnsi"/>
          <w:b/>
          <w:sz w:val="21"/>
          <w:szCs w:val="21"/>
        </w:rPr>
      </w:pPr>
    </w:p>
    <w:p w14:paraId="21DE062F" w14:textId="77777777" w:rsidR="002A7F5E" w:rsidRPr="002F0A04" w:rsidRDefault="002A7F5E" w:rsidP="002A7F5E">
      <w:pPr>
        <w:rPr>
          <w:rFonts w:cstheme="minorHAnsi"/>
          <w:b/>
          <w:sz w:val="21"/>
          <w:szCs w:val="21"/>
        </w:rPr>
      </w:pPr>
      <w:r w:rsidRPr="002F0A04">
        <w:rPr>
          <w:rFonts w:cstheme="minorHAnsi"/>
          <w:b/>
          <w:sz w:val="21"/>
          <w:szCs w:val="21"/>
        </w:rPr>
        <w:br w:type="page"/>
      </w:r>
    </w:p>
    <w:p w14:paraId="484228CA" w14:textId="08CE93C1" w:rsidR="008E5B03" w:rsidRPr="002F0A04" w:rsidRDefault="008E5B03" w:rsidP="002F0A04">
      <w:pPr>
        <w:pStyle w:val="FlietextmitAbsatzFITKO"/>
        <w:pageBreakBefore/>
        <w:spacing w:before="120" w:after="120"/>
        <w:jc w:val="left"/>
        <w:rPr>
          <w:rFonts w:ascii="Segoe UI Semibold" w:hAnsi="Segoe UI Semibold" w:cs="Segoe UI Semibold"/>
          <w:b/>
          <w:color w:val="858585" w:themeColor="text2" w:themeShade="BF"/>
          <w:sz w:val="24"/>
          <w:szCs w:val="24"/>
        </w:rPr>
      </w:pPr>
      <w:r w:rsidRPr="002F0A04">
        <w:rPr>
          <w:rFonts w:ascii="Segoe UI Semibold" w:hAnsi="Segoe UI Semibold" w:cs="Segoe UI Semibold"/>
          <w:b/>
          <w:color w:val="858585" w:themeColor="text2" w:themeShade="BF"/>
          <w:sz w:val="24"/>
          <w:szCs w:val="24"/>
        </w:rPr>
        <w:t>Schulungsunterlagen</w:t>
      </w: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3651"/>
        <w:gridCol w:w="680"/>
        <w:gridCol w:w="21"/>
        <w:gridCol w:w="662"/>
        <w:gridCol w:w="21"/>
        <w:gridCol w:w="4153"/>
        <w:gridCol w:w="21"/>
      </w:tblGrid>
      <w:tr w:rsidR="008E5B03" w:rsidRPr="002F0A04" w14:paraId="20A54918" w14:textId="77777777" w:rsidTr="005D4F08">
        <w:trPr>
          <w:gridAfter w:val="1"/>
          <w:wAfter w:w="21" w:type="dxa"/>
          <w:cantSplit/>
        </w:trPr>
        <w:tc>
          <w:tcPr>
            <w:tcW w:w="3651" w:type="dxa"/>
          </w:tcPr>
          <w:p w14:paraId="2D23A2BA" w14:textId="77777777" w:rsidR="008E5B03" w:rsidRPr="002F0A04" w:rsidRDefault="008E5B03" w:rsidP="00F56E38">
            <w:pPr>
              <w:spacing w:before="120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Foliensatz:</w:t>
            </w:r>
          </w:p>
        </w:tc>
        <w:tc>
          <w:tcPr>
            <w:tcW w:w="680" w:type="dxa"/>
          </w:tcPr>
          <w:p w14:paraId="4B268F23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Ja</w:t>
            </w:r>
          </w:p>
        </w:tc>
        <w:tc>
          <w:tcPr>
            <w:tcW w:w="683" w:type="dxa"/>
            <w:gridSpan w:val="2"/>
          </w:tcPr>
          <w:p w14:paraId="214E1C31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Nein</w:t>
            </w:r>
          </w:p>
        </w:tc>
        <w:tc>
          <w:tcPr>
            <w:tcW w:w="4174" w:type="dxa"/>
            <w:gridSpan w:val="2"/>
          </w:tcPr>
          <w:p w14:paraId="4C9C3B8C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Anmerkungen</w:t>
            </w:r>
          </w:p>
        </w:tc>
      </w:tr>
      <w:tr w:rsidR="008E5B03" w:rsidRPr="002F0A04" w14:paraId="35C930BF" w14:textId="77777777" w:rsidTr="005D4F08">
        <w:trPr>
          <w:cantSplit/>
        </w:trPr>
        <w:tc>
          <w:tcPr>
            <w:tcW w:w="3651" w:type="dxa"/>
          </w:tcPr>
          <w:p w14:paraId="7FF1F262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Ist der Foliensatz auf dem aktuellen Stand?</w:t>
            </w:r>
          </w:p>
        </w:tc>
        <w:sdt>
          <w:sdtPr>
            <w:rPr>
              <w:rFonts w:cstheme="minorHAnsi"/>
              <w:sz w:val="21"/>
              <w:szCs w:val="21"/>
            </w:rPr>
            <w:id w:val="377831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1" w:type="dxa"/>
                <w:gridSpan w:val="2"/>
              </w:tcPr>
              <w:p w14:paraId="7FECA38A" w14:textId="35A77758" w:rsidR="008E5B03" w:rsidRPr="002F0A04" w:rsidRDefault="00BE1AB1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610283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  <w:gridSpan w:val="2"/>
              </w:tcPr>
              <w:p w14:paraId="344AF4C5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228140117"/>
            <w:placeholder>
              <w:docPart w:val="EA3A6D080C2543B98DE6C09BCCABD720"/>
            </w:placeholder>
            <w:showingPlcHdr/>
          </w:sdtPr>
          <w:sdtEndPr/>
          <w:sdtContent>
            <w:tc>
              <w:tcPr>
                <w:tcW w:w="4174" w:type="dxa"/>
                <w:gridSpan w:val="2"/>
              </w:tcPr>
              <w:p w14:paraId="3A9D0B59" w14:textId="7A03A521" w:rsidR="008E5B03" w:rsidRPr="002F0A04" w:rsidRDefault="00553207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16FEE613" w14:textId="77777777" w:rsidTr="005D4F08">
        <w:trPr>
          <w:cantSplit/>
        </w:trPr>
        <w:tc>
          <w:tcPr>
            <w:tcW w:w="3651" w:type="dxa"/>
          </w:tcPr>
          <w:p w14:paraId="025FD9F2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Wurde ein eigener Foliensatz erstellt?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664237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1" w:type="dxa"/>
                <w:gridSpan w:val="2"/>
              </w:tcPr>
              <w:p w14:paraId="3238C220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2024543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  <w:gridSpan w:val="2"/>
              </w:tcPr>
              <w:p w14:paraId="467C1BB8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403686149"/>
            <w:placeholder>
              <w:docPart w:val="A6B39A043E724B79B6DB6320D4F06221"/>
            </w:placeholder>
            <w:showingPlcHdr/>
          </w:sdtPr>
          <w:sdtEndPr/>
          <w:sdtContent>
            <w:tc>
              <w:tcPr>
                <w:tcW w:w="4174" w:type="dxa"/>
                <w:gridSpan w:val="2"/>
              </w:tcPr>
              <w:p w14:paraId="22404760" w14:textId="48683EFF" w:rsidR="008E5B03" w:rsidRPr="002F0A04" w:rsidRDefault="00553207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2B27246F" w14:textId="77777777" w:rsidTr="005D4F08">
        <w:trPr>
          <w:cantSplit/>
        </w:trPr>
        <w:tc>
          <w:tcPr>
            <w:tcW w:w="3651" w:type="dxa"/>
          </w:tcPr>
          <w:p w14:paraId="4BCD2338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Wenn ja, entsprechen die Inhalte den FITKO Vorgaben aus der Seminarbeschreibung?</w:t>
            </w:r>
          </w:p>
        </w:tc>
        <w:sdt>
          <w:sdtPr>
            <w:rPr>
              <w:rFonts w:cstheme="minorHAnsi"/>
              <w:sz w:val="21"/>
              <w:szCs w:val="21"/>
            </w:rPr>
            <w:id w:val="372893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1" w:type="dxa"/>
                <w:gridSpan w:val="2"/>
              </w:tcPr>
              <w:p w14:paraId="17CCFDA7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970437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  <w:gridSpan w:val="2"/>
              </w:tcPr>
              <w:p w14:paraId="2E2BAF22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223872563"/>
            <w:placeholder>
              <w:docPart w:val="B50B20E6232E44D7B9AECBA0A5F7C173"/>
            </w:placeholder>
            <w:showingPlcHdr/>
          </w:sdtPr>
          <w:sdtEndPr/>
          <w:sdtContent>
            <w:tc>
              <w:tcPr>
                <w:tcW w:w="4174" w:type="dxa"/>
                <w:gridSpan w:val="2"/>
              </w:tcPr>
              <w:p w14:paraId="5CEA7F6B" w14:textId="4D95727F" w:rsidR="008E5B03" w:rsidRPr="002F0A04" w:rsidRDefault="00553207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2FA0FB4A" w14:textId="77777777" w:rsidTr="005D4F08">
        <w:trPr>
          <w:cantSplit/>
          <w:trHeight w:val="2112"/>
        </w:trPr>
        <w:tc>
          <w:tcPr>
            <w:tcW w:w="3651" w:type="dxa"/>
          </w:tcPr>
          <w:p w14:paraId="17AD73C5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Anmerkungen für die ggf. nötige Überarbeitung des Foliensatzes: </w:t>
            </w:r>
            <w:r w:rsidRPr="002F0A04">
              <w:rPr>
                <w:rFonts w:cstheme="minorHAnsi"/>
                <w:sz w:val="21"/>
                <w:szCs w:val="21"/>
              </w:rPr>
              <w:br/>
            </w:r>
            <w:r w:rsidRPr="002F0A04">
              <w:rPr>
                <w:rFonts w:cstheme="minorHAnsi"/>
                <w:sz w:val="21"/>
                <w:szCs w:val="21"/>
                <w:vertAlign w:val="superscript"/>
              </w:rPr>
              <w:t>(nur auszufüllen, wenn notwendig)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707784017"/>
            <w:placeholder>
              <w:docPart w:val="BE6E8A3B9DCF4403885577BEAA48C5FE"/>
            </w:placeholder>
            <w:showingPlcHdr/>
          </w:sdtPr>
          <w:sdtEndPr/>
          <w:sdtContent>
            <w:tc>
              <w:tcPr>
                <w:tcW w:w="5558" w:type="dxa"/>
                <w:gridSpan w:val="6"/>
              </w:tcPr>
              <w:p w14:paraId="743EFDF1" w14:textId="2CA76726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16B6A3BC" w14:textId="77777777" w:rsidTr="005D4F08">
        <w:trPr>
          <w:cantSplit/>
          <w:trHeight w:val="1971"/>
        </w:trPr>
        <w:tc>
          <w:tcPr>
            <w:tcW w:w="3651" w:type="dxa"/>
          </w:tcPr>
          <w:p w14:paraId="4DD51FB9" w14:textId="70B5E645" w:rsidR="008E5B03" w:rsidRPr="002F0A04" w:rsidRDefault="008E5B03" w:rsidP="00C00509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Hat der </w:t>
            </w:r>
            <w:r w:rsidR="00C00509">
              <w:rPr>
                <w:rFonts w:cstheme="minorHAnsi"/>
                <w:sz w:val="21"/>
                <w:szCs w:val="21"/>
              </w:rPr>
              <w:t>a</w:t>
            </w:r>
            <w:r w:rsidR="00DD3F98">
              <w:rPr>
                <w:rFonts w:cstheme="minorHAnsi"/>
                <w:sz w:val="21"/>
                <w:szCs w:val="21"/>
              </w:rPr>
              <w:t>ngehende FIM-</w:t>
            </w:r>
            <w:r w:rsidR="00C00509">
              <w:rPr>
                <w:rFonts w:cstheme="minorHAnsi"/>
                <w:sz w:val="21"/>
                <w:szCs w:val="21"/>
              </w:rPr>
              <w:t>Coach</w:t>
            </w:r>
            <w:r w:rsidRPr="002F0A04">
              <w:rPr>
                <w:rFonts w:cstheme="minorHAnsi"/>
                <w:sz w:val="21"/>
                <w:szCs w:val="21"/>
              </w:rPr>
              <w:t xml:space="preserve"> auf die entsprechenden FIM-Dokumente und wo</w:t>
            </w:r>
            <w:r w:rsidR="00C00509">
              <w:rPr>
                <w:rFonts w:cstheme="minorHAnsi"/>
                <w:sz w:val="21"/>
                <w:szCs w:val="21"/>
              </w:rPr>
              <w:t xml:space="preserve"> diese zu finden sind verwiesen?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511049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1" w:type="dxa"/>
                <w:gridSpan w:val="2"/>
              </w:tcPr>
              <w:p w14:paraId="042ECDE2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321721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3" w:type="dxa"/>
                <w:gridSpan w:val="2"/>
              </w:tcPr>
              <w:p w14:paraId="129D0A21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877507801"/>
            <w:placeholder>
              <w:docPart w:val="1039D0DC8A91417DB81B288B6F4C2866"/>
            </w:placeholder>
            <w:showingPlcHdr/>
          </w:sdtPr>
          <w:sdtEndPr/>
          <w:sdtContent>
            <w:tc>
              <w:tcPr>
                <w:tcW w:w="4174" w:type="dxa"/>
                <w:gridSpan w:val="2"/>
              </w:tcPr>
              <w:p w14:paraId="2D9A6237" w14:textId="7DC8871D" w:rsidR="008E5B03" w:rsidRPr="002F0A04" w:rsidRDefault="00502A46" w:rsidP="00502A46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3628FF63" w14:textId="77777777" w:rsidTr="002A7F5E">
        <w:trPr>
          <w:cantSplit/>
          <w:trHeight w:val="1985"/>
        </w:trPr>
        <w:tc>
          <w:tcPr>
            <w:tcW w:w="3651" w:type="dxa"/>
          </w:tcPr>
          <w:p w14:paraId="77B42F45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lastRenderedPageBreak/>
              <w:t>Welche Handreichungen wurden ausgegeben:</w:t>
            </w:r>
          </w:p>
          <w:p w14:paraId="56867150" w14:textId="77777777" w:rsidR="008E5B03" w:rsidRPr="002F0A04" w:rsidRDefault="008E5B03" w:rsidP="008E5B03">
            <w:pPr>
              <w:pStyle w:val="Listenabsatz"/>
              <w:numPr>
                <w:ilvl w:val="0"/>
                <w:numId w:val="14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>Benutzerhandbuch Datenfelder</w:t>
            </w:r>
          </w:p>
          <w:p w14:paraId="7EB5DEA7" w14:textId="77777777" w:rsidR="008E5B03" w:rsidRPr="002F0A04" w:rsidRDefault="008E5B03" w:rsidP="008E5B03">
            <w:pPr>
              <w:pStyle w:val="Listenabsatz"/>
              <w:numPr>
                <w:ilvl w:val="0"/>
                <w:numId w:val="14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>Benutzerhandbuch Prozesse</w:t>
            </w:r>
          </w:p>
          <w:p w14:paraId="222BAFA5" w14:textId="77777777" w:rsidR="008E5B03" w:rsidRPr="002F0A04" w:rsidRDefault="008E5B03" w:rsidP="008E5B03">
            <w:pPr>
              <w:pStyle w:val="Listenabsatz"/>
              <w:numPr>
                <w:ilvl w:val="0"/>
                <w:numId w:val="14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>Codelisten</w:t>
            </w:r>
          </w:p>
          <w:p w14:paraId="00FE13E7" w14:textId="77777777" w:rsidR="008E5B03" w:rsidRPr="002F0A04" w:rsidRDefault="008E5B03" w:rsidP="008E5B03">
            <w:pPr>
              <w:pStyle w:val="Listenabsatz"/>
              <w:numPr>
                <w:ilvl w:val="0"/>
                <w:numId w:val="14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 xml:space="preserve">Weitere </w:t>
            </w:r>
            <w:r w:rsidRPr="002F0A04">
              <w:rPr>
                <w:rFonts w:asciiTheme="minorHAnsi" w:hAnsiTheme="minorHAnsi" w:cstheme="minorHAnsi"/>
                <w:sz w:val="21"/>
                <w:szCs w:val="21"/>
              </w:rPr>
              <w:br/>
            </w:r>
            <w:r w:rsidRPr="002F0A04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(wenn ja, unter Anmerkungen beschreiben)</w:t>
            </w:r>
          </w:p>
        </w:tc>
        <w:tc>
          <w:tcPr>
            <w:tcW w:w="701" w:type="dxa"/>
            <w:gridSpan w:val="2"/>
            <w:vAlign w:val="center"/>
          </w:tcPr>
          <w:p w14:paraId="2E4E38EB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p w14:paraId="09EA6B76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p w14:paraId="29D1AB24" w14:textId="732AB255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sdt>
            <w:sdtPr>
              <w:rPr>
                <w:rFonts w:eastAsia="MS Gothic" w:cstheme="minorHAnsi"/>
                <w:sz w:val="21"/>
                <w:szCs w:val="21"/>
              </w:rPr>
              <w:id w:val="-1069342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9F5DF4" w14:textId="5806E7FB" w:rsidR="008E5B03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p w14:paraId="1BFE7402" w14:textId="77777777" w:rsidR="0083476B" w:rsidRPr="002F0A04" w:rsidRDefault="0083476B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sdt>
            <w:sdtPr>
              <w:rPr>
                <w:rFonts w:cstheme="minorHAnsi"/>
                <w:sz w:val="21"/>
                <w:szCs w:val="21"/>
              </w:rPr>
              <w:id w:val="-20119067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E44D7A" w14:textId="77777777" w:rsidR="008E5B03" w:rsidRPr="002F0A04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-134406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7D3AA1" w14:textId="77777777" w:rsidR="008E5B03" w:rsidRPr="002F0A04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9798069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3F0F40" w14:textId="77777777" w:rsidR="008E5B03" w:rsidRPr="002F0A04" w:rsidRDefault="008E5B03" w:rsidP="002A7F5E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p w14:paraId="7138DF24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</w:tc>
        <w:tc>
          <w:tcPr>
            <w:tcW w:w="683" w:type="dxa"/>
            <w:gridSpan w:val="2"/>
            <w:vAlign w:val="center"/>
          </w:tcPr>
          <w:p w14:paraId="2DD56090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p w14:paraId="6DE65125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p w14:paraId="74744045" w14:textId="1BB6493F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sdt>
            <w:sdtPr>
              <w:rPr>
                <w:rFonts w:eastAsia="MS Gothic" w:cstheme="minorHAnsi"/>
                <w:sz w:val="21"/>
                <w:szCs w:val="21"/>
              </w:rPr>
              <w:id w:val="1033000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D28237" w14:textId="3253363B" w:rsidR="008E5B03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p w14:paraId="3D543D97" w14:textId="77777777" w:rsidR="0083476B" w:rsidRPr="002F0A04" w:rsidRDefault="0083476B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sdt>
            <w:sdtPr>
              <w:rPr>
                <w:rFonts w:cstheme="minorHAnsi"/>
                <w:sz w:val="21"/>
                <w:szCs w:val="21"/>
              </w:rPr>
              <w:id w:val="1406734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DA483A" w14:textId="77777777" w:rsidR="008E5B03" w:rsidRPr="002F0A04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829106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11C784" w14:textId="77777777" w:rsidR="008E5B03" w:rsidRPr="002F0A04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1673065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1FE2C0" w14:textId="77777777" w:rsidR="008E5B03" w:rsidRPr="002F0A04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p w14:paraId="144ACAC0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</w:tc>
        <w:tc>
          <w:tcPr>
            <w:tcW w:w="4174" w:type="dxa"/>
            <w:gridSpan w:val="2"/>
            <w:vAlign w:val="center"/>
          </w:tcPr>
          <w:sdt>
            <w:sdtPr>
              <w:rPr>
                <w:rFonts w:cstheme="minorHAnsi"/>
                <w:sz w:val="21"/>
                <w:szCs w:val="21"/>
              </w:rPr>
              <w:id w:val="-1379088044"/>
              <w:placeholder>
                <w:docPart w:val="203A531F40564049B540116FEDF19869"/>
              </w:placeholder>
              <w:showingPlcHdr/>
            </w:sdtPr>
            <w:sdtEndPr/>
            <w:sdtContent>
              <w:p w14:paraId="25332541" w14:textId="53FC2B22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1A8DC72F" w14:textId="2D76CB86" w:rsidR="008E5B03" w:rsidRPr="002F0A04" w:rsidRDefault="008E5B03" w:rsidP="008E5B03">
      <w:pPr>
        <w:pStyle w:val="FlietextmitAbsatzFITKO"/>
        <w:spacing w:before="120" w:after="0"/>
        <w:jc w:val="left"/>
        <w:rPr>
          <w:rFonts w:cstheme="minorHAnsi"/>
          <w:b/>
          <w:sz w:val="21"/>
          <w:szCs w:val="21"/>
        </w:rPr>
      </w:pPr>
    </w:p>
    <w:p w14:paraId="4C1F1D55" w14:textId="77777777" w:rsidR="008E5B03" w:rsidRPr="002F0A04" w:rsidRDefault="008E5B03" w:rsidP="008E5B03">
      <w:pPr>
        <w:rPr>
          <w:rFonts w:cstheme="minorHAnsi"/>
          <w:b/>
          <w:sz w:val="21"/>
          <w:szCs w:val="21"/>
        </w:rPr>
      </w:pPr>
      <w:r w:rsidRPr="002F0A04">
        <w:rPr>
          <w:rFonts w:cstheme="minorHAnsi"/>
          <w:b/>
          <w:sz w:val="21"/>
          <w:szCs w:val="21"/>
        </w:rPr>
        <w:br w:type="page"/>
      </w:r>
    </w:p>
    <w:p w14:paraId="1E1058B8" w14:textId="3E890E10" w:rsidR="008E5B03" w:rsidRPr="002F0A04" w:rsidRDefault="008E5B03" w:rsidP="008E5B03">
      <w:pPr>
        <w:pStyle w:val="FlietextmitAbsatzFITKO"/>
        <w:numPr>
          <w:ilvl w:val="0"/>
          <w:numId w:val="13"/>
        </w:numPr>
        <w:spacing w:before="120" w:after="0"/>
        <w:ind w:left="426"/>
        <w:jc w:val="left"/>
        <w:rPr>
          <w:rFonts w:ascii="Segoe UI Semibold" w:hAnsi="Segoe UI Semibold" w:cs="Segoe UI Semibold"/>
        </w:rPr>
      </w:pPr>
      <w:r w:rsidRPr="002F0A04">
        <w:rPr>
          <w:rFonts w:ascii="Segoe UI Semibold" w:hAnsi="Segoe UI Semibold" w:cs="Segoe UI Semibold"/>
        </w:rPr>
        <w:lastRenderedPageBreak/>
        <w:t xml:space="preserve">Didaktische Beurteilung des </w:t>
      </w:r>
      <w:r w:rsidR="00B90D14">
        <w:rPr>
          <w:rFonts w:ascii="Segoe UI Semibold" w:hAnsi="Segoe UI Semibold" w:cs="Segoe UI Semibold"/>
        </w:rPr>
        <w:t>angehenden FIM-Coaches</w:t>
      </w:r>
    </w:p>
    <w:p w14:paraId="742848E2" w14:textId="77777777" w:rsidR="008E5B03" w:rsidRPr="002F0A04" w:rsidRDefault="008E5B03" w:rsidP="002F0A04">
      <w:pPr>
        <w:spacing w:before="120" w:after="120"/>
        <w:rPr>
          <w:rFonts w:ascii="Segoe UI Semibold" w:hAnsi="Segoe UI Semibold" w:cs="Segoe UI Semibold"/>
          <w:color w:val="000000" w:themeColor="background1" w:themeShade="A6"/>
          <w:sz w:val="24"/>
          <w:szCs w:val="24"/>
        </w:rPr>
      </w:pPr>
      <w:r w:rsidRPr="002F0A04">
        <w:rPr>
          <w:rFonts w:ascii="Segoe UI Semibold" w:hAnsi="Segoe UI Semibold" w:cs="Segoe UI Semibold"/>
          <w:color w:val="858585" w:themeColor="text2" w:themeShade="BF"/>
          <w:sz w:val="24"/>
          <w:szCs w:val="24"/>
        </w:rPr>
        <w:t>Didaktik</w:t>
      </w:r>
    </w:p>
    <w:tbl>
      <w:tblPr>
        <w:tblStyle w:val="Tabellenraster"/>
        <w:tblW w:w="9210" w:type="dxa"/>
        <w:tblLook w:val="04A0" w:firstRow="1" w:lastRow="0" w:firstColumn="1" w:lastColumn="0" w:noHBand="0" w:noVBand="1"/>
      </w:tblPr>
      <w:tblGrid>
        <w:gridCol w:w="3681"/>
        <w:gridCol w:w="680"/>
        <w:gridCol w:w="710"/>
        <w:gridCol w:w="4139"/>
      </w:tblGrid>
      <w:tr w:rsidR="008E5B03" w:rsidRPr="002F0A04" w14:paraId="05BD08EF" w14:textId="77777777" w:rsidTr="005D4F08">
        <w:trPr>
          <w:cantSplit/>
        </w:trPr>
        <w:tc>
          <w:tcPr>
            <w:tcW w:w="3681" w:type="dxa"/>
          </w:tcPr>
          <w:p w14:paraId="4880EF3A" w14:textId="77777777" w:rsidR="008E5B03" w:rsidRPr="002F0A04" w:rsidRDefault="008E5B03" w:rsidP="00F56E38">
            <w:pPr>
              <w:spacing w:before="120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680" w:type="dxa"/>
          </w:tcPr>
          <w:p w14:paraId="156657EB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Ja</w:t>
            </w:r>
          </w:p>
        </w:tc>
        <w:tc>
          <w:tcPr>
            <w:tcW w:w="710" w:type="dxa"/>
          </w:tcPr>
          <w:p w14:paraId="12478FAA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Nein</w:t>
            </w:r>
          </w:p>
        </w:tc>
        <w:tc>
          <w:tcPr>
            <w:tcW w:w="4138" w:type="dxa"/>
          </w:tcPr>
          <w:p w14:paraId="5E5F3690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Anmerkungen</w:t>
            </w:r>
          </w:p>
        </w:tc>
      </w:tr>
      <w:tr w:rsidR="008E5B03" w:rsidRPr="002F0A04" w14:paraId="02A19C23" w14:textId="77777777" w:rsidTr="005D4F08">
        <w:trPr>
          <w:cantSplit/>
        </w:trPr>
        <w:tc>
          <w:tcPr>
            <w:tcW w:w="3681" w:type="dxa"/>
          </w:tcPr>
          <w:p w14:paraId="400C6B67" w14:textId="5052F526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Wurden Diskussionen zugelassen und gefördert? </w:t>
            </w:r>
            <w:r w:rsidR="008A083C">
              <w:rPr>
                <w:rFonts w:cstheme="minorHAnsi"/>
                <w:sz w:val="21"/>
                <w:szCs w:val="21"/>
              </w:rPr>
              <w:t>(</w:t>
            </w:r>
            <w:r w:rsidRPr="002F0A04">
              <w:rPr>
                <w:rFonts w:cstheme="minorHAnsi"/>
                <w:sz w:val="21"/>
                <w:szCs w:val="21"/>
              </w:rPr>
              <w:t>Diskussionskultur</w:t>
            </w:r>
            <w:r w:rsidR="008A083C">
              <w:rPr>
                <w:rFonts w:cstheme="minorHAnsi"/>
                <w:sz w:val="21"/>
                <w:szCs w:val="21"/>
              </w:rPr>
              <w:t>)</w:t>
            </w:r>
          </w:p>
        </w:tc>
        <w:sdt>
          <w:sdtPr>
            <w:rPr>
              <w:rFonts w:cstheme="minorHAnsi"/>
              <w:sz w:val="21"/>
              <w:szCs w:val="21"/>
            </w:rPr>
            <w:id w:val="-321979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37811932" w14:textId="6D8E731D" w:rsidR="008E5B03" w:rsidRPr="002F0A04" w:rsidRDefault="00EE6223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367100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0" w:type="dxa"/>
              </w:tcPr>
              <w:p w14:paraId="6EB077A4" w14:textId="0FF76E1B" w:rsidR="008E5B03" w:rsidRPr="002F0A04" w:rsidRDefault="006843B8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562022302"/>
            <w:placeholder>
              <w:docPart w:val="5A298B154CD340EB84E845CEC07D07CF"/>
            </w:placeholder>
            <w:showingPlcHdr/>
          </w:sdtPr>
          <w:sdtEndPr/>
          <w:sdtContent>
            <w:tc>
              <w:tcPr>
                <w:tcW w:w="4138" w:type="dxa"/>
              </w:tcPr>
              <w:p w14:paraId="02EABEAD" w14:textId="1FE4E53D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3E32D711" w14:textId="77777777" w:rsidTr="005D4F08">
        <w:trPr>
          <w:cantSplit/>
          <w:trHeight w:val="2112"/>
        </w:trPr>
        <w:tc>
          <w:tcPr>
            <w:tcW w:w="3681" w:type="dxa"/>
          </w:tcPr>
          <w:p w14:paraId="0CEFA16B" w14:textId="2D49A632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Wie ist der </w:t>
            </w:r>
            <w:r w:rsidR="00B90D14">
              <w:rPr>
                <w:rFonts w:cstheme="minorHAnsi"/>
                <w:sz w:val="21"/>
                <w:szCs w:val="21"/>
              </w:rPr>
              <w:t>angehende FIM-Coach</w:t>
            </w:r>
            <w:r w:rsidR="00B90D14" w:rsidRPr="002F0A04">
              <w:rPr>
                <w:rFonts w:cstheme="minorHAnsi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 xml:space="preserve">mit Fragen umgegangen, die er nicht beantworten konnte? </w:t>
            </w:r>
          </w:p>
          <w:p w14:paraId="601040E9" w14:textId="77777777" w:rsidR="008E5B03" w:rsidRPr="002F0A04" w:rsidRDefault="008E5B03" w:rsidP="00F56E38">
            <w:pPr>
              <w:widowControl w:val="0"/>
              <w:contextualSpacing/>
              <w:rPr>
                <w:rFonts w:cstheme="minorHAnsi"/>
                <w:sz w:val="21"/>
                <w:szCs w:val="21"/>
                <w:vertAlign w:val="superscript"/>
              </w:rPr>
            </w:pPr>
            <w:r w:rsidRPr="002F0A04">
              <w:rPr>
                <w:rFonts w:cstheme="minorHAnsi"/>
                <w:sz w:val="21"/>
                <w:szCs w:val="21"/>
                <w:vertAlign w:val="superscript"/>
              </w:rPr>
              <w:t>(Wurde angeboten, Fragen am nächsten Seminartag oder im Nachgang per E-Mail zu beantworten?)</w:t>
            </w:r>
          </w:p>
        </w:tc>
        <w:sdt>
          <w:sdtPr>
            <w:rPr>
              <w:rFonts w:cstheme="minorHAnsi"/>
              <w:sz w:val="21"/>
              <w:szCs w:val="21"/>
            </w:rPr>
            <w:id w:val="2063592707"/>
            <w:placeholder>
              <w:docPart w:val="48BB5C156AA24B31AD0CE8879D0D3221"/>
            </w:placeholder>
            <w:showingPlcHdr/>
          </w:sdtPr>
          <w:sdtEndPr/>
          <w:sdtContent>
            <w:tc>
              <w:tcPr>
                <w:tcW w:w="5528" w:type="dxa"/>
                <w:gridSpan w:val="3"/>
              </w:tcPr>
              <w:p w14:paraId="6A9701F4" w14:textId="5FE6AA62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608D526A" w14:textId="77777777" w:rsidTr="005D4F08">
        <w:trPr>
          <w:cantSplit/>
        </w:trPr>
        <w:tc>
          <w:tcPr>
            <w:tcW w:w="3681" w:type="dxa"/>
          </w:tcPr>
          <w:p w14:paraId="3F717075" w14:textId="60CAC126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Folgte die Schulung einem </w:t>
            </w:r>
            <w:r w:rsidR="00267E79">
              <w:rPr>
                <w:rFonts w:cstheme="minorHAnsi"/>
                <w:sz w:val="21"/>
                <w:szCs w:val="21"/>
              </w:rPr>
              <w:t>„</w:t>
            </w:r>
            <w:r w:rsidRPr="002F0A04">
              <w:rPr>
                <w:rFonts w:cstheme="minorHAnsi"/>
                <w:sz w:val="21"/>
                <w:szCs w:val="21"/>
              </w:rPr>
              <w:t>roten Faden</w:t>
            </w:r>
            <w:r w:rsidR="00267E79">
              <w:rPr>
                <w:rFonts w:cstheme="minorHAnsi"/>
                <w:sz w:val="21"/>
                <w:szCs w:val="21"/>
              </w:rPr>
              <w:t>“</w:t>
            </w:r>
            <w:r w:rsidRPr="002F0A04">
              <w:rPr>
                <w:rFonts w:cstheme="minorHAnsi"/>
                <w:sz w:val="21"/>
                <w:szCs w:val="21"/>
              </w:rPr>
              <w:t>?</w:t>
            </w:r>
          </w:p>
        </w:tc>
        <w:sdt>
          <w:sdtPr>
            <w:rPr>
              <w:rFonts w:cstheme="minorHAnsi"/>
              <w:sz w:val="21"/>
              <w:szCs w:val="21"/>
            </w:rPr>
            <w:id w:val="-2035956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DF404B4" w14:textId="53A193B2" w:rsidR="008E5B03" w:rsidRPr="002F0A04" w:rsidRDefault="005D4F08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989989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0" w:type="dxa"/>
              </w:tcPr>
              <w:p w14:paraId="1565632E" w14:textId="77777777" w:rsidR="008E5B03" w:rsidRPr="002F0A04" w:rsidRDefault="008E5B03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193339865"/>
            <w:placeholder>
              <w:docPart w:val="F05E7A2F1D184A20A96CF0E2391D469C"/>
            </w:placeholder>
            <w:showingPlcHdr/>
          </w:sdtPr>
          <w:sdtEndPr/>
          <w:sdtContent>
            <w:tc>
              <w:tcPr>
                <w:tcW w:w="4139" w:type="dxa"/>
              </w:tcPr>
              <w:p w14:paraId="6D9AA3DD" w14:textId="3EFF647D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57D2DD4D" w14:textId="77777777" w:rsidTr="005D4F08">
        <w:trPr>
          <w:cantSplit/>
        </w:trPr>
        <w:tc>
          <w:tcPr>
            <w:tcW w:w="3681" w:type="dxa"/>
          </w:tcPr>
          <w:p w14:paraId="289F9389" w14:textId="050C5A00" w:rsidR="008E5B03" w:rsidRPr="002F0A04" w:rsidRDefault="008E5B03" w:rsidP="00B90D14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Konnte der </w:t>
            </w:r>
            <w:r w:rsidR="00B90D14">
              <w:rPr>
                <w:rFonts w:cstheme="minorHAnsi"/>
                <w:sz w:val="21"/>
                <w:szCs w:val="21"/>
              </w:rPr>
              <w:t>angehende FIM-Coach</w:t>
            </w:r>
            <w:r w:rsidR="00B90D14" w:rsidRPr="002F0A04">
              <w:rPr>
                <w:rFonts w:cstheme="minorHAnsi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>komplexe Fragen verständlich vermitteln? (ohne Teilnehmer zu „verlieren“)</w:t>
            </w:r>
          </w:p>
        </w:tc>
        <w:sdt>
          <w:sdtPr>
            <w:rPr>
              <w:rFonts w:cstheme="minorHAnsi"/>
              <w:sz w:val="21"/>
              <w:szCs w:val="21"/>
            </w:rPr>
            <w:id w:val="-966654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0CEBBF3F" w14:textId="77777777" w:rsidR="008E5B03" w:rsidRPr="002F0A04" w:rsidRDefault="008E5B03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48262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0" w:type="dxa"/>
              </w:tcPr>
              <w:p w14:paraId="4B148A82" w14:textId="77777777" w:rsidR="008E5B03" w:rsidRPr="002F0A04" w:rsidRDefault="008E5B03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927607159"/>
            <w:placeholder>
              <w:docPart w:val="EA3D10AC9E08408C8D43CAAF1C12A9D3"/>
            </w:placeholder>
            <w:showingPlcHdr/>
          </w:sdtPr>
          <w:sdtEndPr/>
          <w:sdtContent>
            <w:tc>
              <w:tcPr>
                <w:tcW w:w="4139" w:type="dxa"/>
              </w:tcPr>
              <w:p w14:paraId="6E128706" w14:textId="2D6D2648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4318312D" w14:textId="77777777" w:rsidTr="005D4F08">
        <w:trPr>
          <w:cantSplit/>
          <w:trHeight w:val="2079"/>
        </w:trPr>
        <w:tc>
          <w:tcPr>
            <w:tcW w:w="3681" w:type="dxa"/>
          </w:tcPr>
          <w:p w14:paraId="4F80B102" w14:textId="370ED7C5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Wo könnte sich der </w:t>
            </w:r>
            <w:r w:rsidR="00B90D14">
              <w:rPr>
                <w:rFonts w:cstheme="minorHAnsi"/>
                <w:sz w:val="21"/>
                <w:szCs w:val="21"/>
              </w:rPr>
              <w:t>angehende FIM-Coach</w:t>
            </w:r>
            <w:r w:rsidR="00B90D14" w:rsidRPr="002F0A04">
              <w:rPr>
                <w:rFonts w:cstheme="minorHAnsi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>in seinem Unterricht noch verbessern?</w:t>
            </w:r>
          </w:p>
          <w:p w14:paraId="171371FF" w14:textId="1D8CD9BE" w:rsidR="008E5B03" w:rsidRPr="002F0A04" w:rsidRDefault="008E5B03" w:rsidP="00B90D14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Welche Tipps und Anmerkungen haben Sie für den </w:t>
            </w:r>
            <w:r w:rsidR="00B90D14">
              <w:rPr>
                <w:rFonts w:cstheme="minorHAnsi"/>
                <w:sz w:val="21"/>
                <w:szCs w:val="21"/>
              </w:rPr>
              <w:t>angehenden FIM-Coach</w:t>
            </w:r>
            <w:r w:rsidR="00B90D14" w:rsidRPr="002F0A04">
              <w:rPr>
                <w:rFonts w:cstheme="minorHAnsi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>für seine weiteren zukünftigen FIM-Schulungen?</w:t>
            </w:r>
          </w:p>
        </w:tc>
        <w:tc>
          <w:tcPr>
            <w:tcW w:w="5528" w:type="dxa"/>
            <w:gridSpan w:val="3"/>
          </w:tcPr>
          <w:p w14:paraId="6008F610" w14:textId="77777777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</w:p>
          <w:sdt>
            <w:sdtPr>
              <w:rPr>
                <w:rFonts w:cstheme="minorHAnsi"/>
                <w:sz w:val="21"/>
                <w:szCs w:val="21"/>
              </w:rPr>
              <w:id w:val="-1565252587"/>
              <w:placeholder>
                <w:docPart w:val="C302DB89F9E94A20B2ACB52A47DD1C2C"/>
              </w:placeholder>
              <w:showingPlcHdr/>
            </w:sdtPr>
            <w:sdtEndPr/>
            <w:sdtContent>
              <w:p w14:paraId="52D4A704" w14:textId="78AE1123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12235455" w14:textId="0789F25B" w:rsidR="008E5B03" w:rsidRDefault="008E5B03" w:rsidP="008E5B03">
      <w:pPr>
        <w:spacing w:after="0" w:line="360" w:lineRule="auto"/>
        <w:rPr>
          <w:rFonts w:cstheme="minorHAnsi"/>
          <w:b/>
          <w:color w:val="000000" w:themeColor="background1" w:themeShade="A6"/>
          <w:sz w:val="21"/>
          <w:szCs w:val="21"/>
        </w:rPr>
      </w:pPr>
    </w:p>
    <w:p w14:paraId="52234FBE" w14:textId="77777777" w:rsidR="002F0A04" w:rsidRPr="002F0A04" w:rsidRDefault="002F0A04" w:rsidP="008E5B03">
      <w:pPr>
        <w:spacing w:after="0" w:line="360" w:lineRule="auto"/>
        <w:rPr>
          <w:rFonts w:cstheme="minorHAnsi"/>
          <w:b/>
          <w:color w:val="000000" w:themeColor="background1" w:themeShade="A6"/>
          <w:sz w:val="21"/>
          <w:szCs w:val="21"/>
        </w:rPr>
      </w:pPr>
    </w:p>
    <w:p w14:paraId="7066F134" w14:textId="77777777" w:rsidR="008E5B03" w:rsidRPr="002F0A04" w:rsidRDefault="008E5B03" w:rsidP="002F0A04">
      <w:pPr>
        <w:spacing w:before="120" w:after="120"/>
        <w:rPr>
          <w:rFonts w:ascii="Segoe UI Semibold" w:hAnsi="Segoe UI Semibold" w:cs="Segoe UI Semibold"/>
          <w:color w:val="858585" w:themeColor="text2" w:themeShade="BF"/>
          <w:sz w:val="24"/>
          <w:szCs w:val="24"/>
        </w:rPr>
      </w:pPr>
      <w:r w:rsidRPr="002F0A04">
        <w:rPr>
          <w:rFonts w:ascii="Segoe UI Semibold" w:hAnsi="Segoe UI Semibold" w:cs="Segoe UI Semibold"/>
          <w:color w:val="858585" w:themeColor="text2" w:themeShade="BF"/>
          <w:sz w:val="24"/>
          <w:szCs w:val="24"/>
        </w:rPr>
        <w:t>Rhetorik und Gesamteindruck</w:t>
      </w:r>
    </w:p>
    <w:tbl>
      <w:tblPr>
        <w:tblStyle w:val="Tabellenraster"/>
        <w:tblW w:w="9210" w:type="dxa"/>
        <w:tblLayout w:type="fixed"/>
        <w:tblLook w:val="04A0" w:firstRow="1" w:lastRow="0" w:firstColumn="1" w:lastColumn="0" w:noHBand="0" w:noVBand="1"/>
      </w:tblPr>
      <w:tblGrid>
        <w:gridCol w:w="5240"/>
        <w:gridCol w:w="994"/>
        <w:gridCol w:w="992"/>
        <w:gridCol w:w="992"/>
        <w:gridCol w:w="992"/>
      </w:tblGrid>
      <w:tr w:rsidR="008E5B03" w:rsidRPr="002F0A04" w14:paraId="124A4EA6" w14:textId="77777777" w:rsidTr="00F56E38">
        <w:tc>
          <w:tcPr>
            <w:tcW w:w="5240" w:type="dxa"/>
          </w:tcPr>
          <w:p w14:paraId="38405E2A" w14:textId="77777777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994" w:type="dxa"/>
            <w:vAlign w:val="center"/>
          </w:tcPr>
          <w:p w14:paraId="186937EB" w14:textId="77777777" w:rsidR="008E5B03" w:rsidRPr="002F0A04" w:rsidRDefault="008E5B03" w:rsidP="00F56E38">
            <w:pPr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Trifft zu</w:t>
            </w:r>
          </w:p>
        </w:tc>
        <w:tc>
          <w:tcPr>
            <w:tcW w:w="992" w:type="dxa"/>
            <w:vAlign w:val="center"/>
          </w:tcPr>
          <w:p w14:paraId="1792F0DD" w14:textId="77777777" w:rsidR="008E5B03" w:rsidRPr="002F0A04" w:rsidRDefault="008E5B03" w:rsidP="00F56E38">
            <w:pPr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Trifft eher zu</w:t>
            </w:r>
          </w:p>
        </w:tc>
        <w:tc>
          <w:tcPr>
            <w:tcW w:w="992" w:type="dxa"/>
            <w:vAlign w:val="center"/>
          </w:tcPr>
          <w:p w14:paraId="7B2F147D" w14:textId="77777777" w:rsidR="008E5B03" w:rsidRPr="002F0A04" w:rsidRDefault="008E5B03" w:rsidP="00F56E38">
            <w:pPr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Trifft eher nicht zu</w:t>
            </w:r>
          </w:p>
        </w:tc>
        <w:tc>
          <w:tcPr>
            <w:tcW w:w="992" w:type="dxa"/>
            <w:vAlign w:val="center"/>
          </w:tcPr>
          <w:p w14:paraId="5832072E" w14:textId="77777777" w:rsidR="008E5B03" w:rsidRPr="002F0A04" w:rsidRDefault="008E5B03" w:rsidP="00F56E38">
            <w:pPr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Trifft gar nicht zu</w:t>
            </w:r>
          </w:p>
        </w:tc>
      </w:tr>
      <w:tr w:rsidR="008E5B03" w:rsidRPr="002F0A04" w14:paraId="149AD185" w14:textId="77777777" w:rsidTr="00F56E38">
        <w:tc>
          <w:tcPr>
            <w:tcW w:w="5240" w:type="dxa"/>
          </w:tcPr>
          <w:p w14:paraId="47B7EF1A" w14:textId="60FC43DB" w:rsidR="008E5B03" w:rsidRPr="002F0A04" w:rsidRDefault="008E5B03" w:rsidP="00B90D14">
            <w:pPr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Arbeitet der </w:t>
            </w:r>
            <w:r w:rsidR="00C00509">
              <w:rPr>
                <w:rFonts w:cstheme="minorHAnsi"/>
                <w:sz w:val="21"/>
                <w:szCs w:val="21"/>
              </w:rPr>
              <w:t>angehende</w:t>
            </w:r>
            <w:r w:rsidR="00B90D14">
              <w:rPr>
                <w:rFonts w:cstheme="minorHAnsi"/>
                <w:sz w:val="21"/>
                <w:szCs w:val="21"/>
              </w:rPr>
              <w:t xml:space="preserve"> FIM-Coach </w:t>
            </w:r>
            <w:r w:rsidRPr="002F0A04">
              <w:rPr>
                <w:rFonts w:cstheme="minorHAnsi"/>
                <w:sz w:val="21"/>
                <w:szCs w:val="21"/>
              </w:rPr>
              <w:t>mit Mimik und Gestik und seiner Stimme, so dass die Teilnehmer ihm gut folgen können?</w:t>
            </w:r>
          </w:p>
        </w:tc>
        <w:sdt>
          <w:sdtPr>
            <w:rPr>
              <w:rFonts w:cstheme="minorHAnsi"/>
              <w:sz w:val="21"/>
              <w:szCs w:val="21"/>
            </w:rPr>
            <w:id w:val="275922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dxa"/>
                <w:vAlign w:val="center"/>
              </w:tcPr>
              <w:p w14:paraId="765C8625" w14:textId="5044B875" w:rsidR="008E5B03" w:rsidRPr="002F0A04" w:rsidRDefault="006843B8" w:rsidP="00F56E38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845780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56932124" w14:textId="77777777" w:rsidR="008E5B03" w:rsidRPr="002F0A04" w:rsidRDefault="008E5B03" w:rsidP="00F56E38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7124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656B4AE7" w14:textId="77777777" w:rsidR="008E5B03" w:rsidRPr="002F0A04" w:rsidRDefault="008E5B03" w:rsidP="00F56E38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987817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60255E2D" w14:textId="77777777" w:rsidR="008E5B03" w:rsidRPr="002F0A04" w:rsidRDefault="008E5B03" w:rsidP="00F56E38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</w:tr>
    </w:tbl>
    <w:p w14:paraId="3CBCA62E" w14:textId="77777777" w:rsidR="002A7F5E" w:rsidRPr="002F0A04" w:rsidRDefault="002A7F5E" w:rsidP="002A7F5E">
      <w:pPr>
        <w:pStyle w:val="FlietextmitAbsatzFITKO"/>
        <w:spacing w:before="120" w:after="0"/>
        <w:jc w:val="left"/>
        <w:rPr>
          <w:rFonts w:cstheme="minorHAnsi"/>
          <w:b/>
          <w:sz w:val="21"/>
          <w:szCs w:val="21"/>
        </w:rPr>
      </w:pPr>
    </w:p>
    <w:p w14:paraId="2C4011A6" w14:textId="77777777" w:rsidR="002A7F5E" w:rsidRPr="002F0A04" w:rsidRDefault="002A7F5E" w:rsidP="002A7F5E">
      <w:pPr>
        <w:rPr>
          <w:rFonts w:cstheme="minorHAnsi"/>
          <w:b/>
          <w:sz w:val="21"/>
          <w:szCs w:val="21"/>
        </w:rPr>
      </w:pPr>
      <w:r w:rsidRPr="002F0A04">
        <w:rPr>
          <w:rFonts w:cstheme="minorHAnsi"/>
          <w:b/>
          <w:sz w:val="21"/>
          <w:szCs w:val="21"/>
        </w:rPr>
        <w:br w:type="page"/>
      </w: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3963"/>
        <w:gridCol w:w="2411"/>
        <w:gridCol w:w="680"/>
        <w:gridCol w:w="680"/>
        <w:gridCol w:w="1475"/>
      </w:tblGrid>
      <w:tr w:rsidR="008E5B03" w:rsidRPr="002F0A04" w14:paraId="035322A8" w14:textId="77777777" w:rsidTr="002A7F5E">
        <w:trPr>
          <w:cantSplit/>
        </w:trPr>
        <w:tc>
          <w:tcPr>
            <w:tcW w:w="6374" w:type="dxa"/>
            <w:gridSpan w:val="2"/>
          </w:tcPr>
          <w:p w14:paraId="3A84085A" w14:textId="77777777" w:rsidR="008E5B03" w:rsidRPr="002F0A04" w:rsidRDefault="008E5B03" w:rsidP="002F0A04">
            <w:pPr>
              <w:pageBreakBefore/>
              <w:spacing w:before="12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764146D9" w14:textId="77777777" w:rsidR="008E5B03" w:rsidRPr="002F0A04" w:rsidRDefault="008E5B03" w:rsidP="00F56E38">
            <w:pPr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Ja</w:t>
            </w:r>
          </w:p>
        </w:tc>
        <w:tc>
          <w:tcPr>
            <w:tcW w:w="680" w:type="dxa"/>
          </w:tcPr>
          <w:p w14:paraId="4147F116" w14:textId="77777777" w:rsidR="008E5B03" w:rsidRPr="002F0A04" w:rsidRDefault="008E5B03" w:rsidP="00F56E38">
            <w:pPr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Nein</w:t>
            </w:r>
          </w:p>
        </w:tc>
        <w:tc>
          <w:tcPr>
            <w:tcW w:w="1475" w:type="dxa"/>
          </w:tcPr>
          <w:p w14:paraId="7FF8B560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Anmerkung</w:t>
            </w:r>
          </w:p>
        </w:tc>
      </w:tr>
      <w:tr w:rsidR="008E5B03" w:rsidRPr="002F0A04" w14:paraId="784510BA" w14:textId="77777777" w:rsidTr="002A7F5E">
        <w:trPr>
          <w:cantSplit/>
        </w:trPr>
        <w:tc>
          <w:tcPr>
            <w:tcW w:w="6374" w:type="dxa"/>
            <w:gridSpan w:val="2"/>
          </w:tcPr>
          <w:p w14:paraId="27654765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Wurde ein Feedbackbogen an die Teilnehmer ausgegeben?</w:t>
            </w:r>
          </w:p>
        </w:tc>
        <w:sdt>
          <w:sdtPr>
            <w:rPr>
              <w:rFonts w:cstheme="minorHAnsi"/>
              <w:sz w:val="21"/>
              <w:szCs w:val="21"/>
            </w:rPr>
            <w:id w:val="-587840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370C8A7" w14:textId="49387775" w:rsidR="008E5B03" w:rsidRPr="002F0A04" w:rsidRDefault="00F56E38" w:rsidP="00F56E38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2103995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48CEB324" w14:textId="43FBC5FD" w:rsidR="008E5B03" w:rsidRPr="002F0A04" w:rsidRDefault="00F56E38" w:rsidP="00F56E38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475" w:type="dxa"/>
          </w:tcPr>
          <w:p w14:paraId="3CBB4B50" w14:textId="137D891A" w:rsidR="008E5B03" w:rsidRPr="002F0A04" w:rsidRDefault="00502A46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bookmarkEnd w:id="5"/>
          </w:p>
        </w:tc>
      </w:tr>
      <w:tr w:rsidR="008E5B03" w:rsidRPr="002F0A04" w14:paraId="19D77EB8" w14:textId="77777777" w:rsidTr="00502A46">
        <w:trPr>
          <w:trHeight w:val="2000"/>
        </w:trPr>
        <w:tc>
          <w:tcPr>
            <w:tcW w:w="3963" w:type="dxa"/>
          </w:tcPr>
          <w:p w14:paraId="0C9FB984" w14:textId="63B275CB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Konnte der </w:t>
            </w:r>
            <w:r w:rsidR="00C00509">
              <w:rPr>
                <w:rFonts w:cstheme="minorHAnsi"/>
                <w:sz w:val="21"/>
                <w:szCs w:val="21"/>
              </w:rPr>
              <w:t>angehende</w:t>
            </w:r>
            <w:r w:rsidR="00B90D14">
              <w:rPr>
                <w:rFonts w:cstheme="minorHAnsi"/>
                <w:sz w:val="21"/>
                <w:szCs w:val="21"/>
              </w:rPr>
              <w:t xml:space="preserve"> FIM-Coach</w:t>
            </w:r>
            <w:r w:rsidR="008A083C">
              <w:rPr>
                <w:rFonts w:cstheme="minorHAnsi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>durch die Art seines Unterrichtes Aufmerksamkeit erzeugen?</w:t>
            </w:r>
          </w:p>
          <w:p w14:paraId="669CBFDD" w14:textId="77777777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  <w:vertAlign w:val="superscript"/>
              </w:rPr>
              <w:t>(Wurden wechselnde Medien oder Fragen eingesetzt?)</w:t>
            </w:r>
          </w:p>
        </w:tc>
        <w:sdt>
          <w:sdtPr>
            <w:rPr>
              <w:rFonts w:cstheme="minorHAnsi"/>
              <w:sz w:val="21"/>
              <w:szCs w:val="21"/>
            </w:rPr>
            <w:id w:val="815231098"/>
            <w:placeholder>
              <w:docPart w:val="AB734D2DE6A04ACBB799F678A4F29986"/>
            </w:placeholder>
            <w:showingPlcHdr/>
          </w:sdtPr>
          <w:sdtEndPr/>
          <w:sdtContent>
            <w:tc>
              <w:tcPr>
                <w:tcW w:w="5246" w:type="dxa"/>
                <w:gridSpan w:val="4"/>
              </w:tcPr>
              <w:p w14:paraId="267962FE" w14:textId="5325E93A" w:rsidR="008E5B03" w:rsidRPr="002F0A04" w:rsidRDefault="00553207" w:rsidP="00553207">
                <w:pPr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4920287B" w14:textId="77777777" w:rsidTr="00502A46">
        <w:trPr>
          <w:trHeight w:val="2112"/>
        </w:trPr>
        <w:tc>
          <w:tcPr>
            <w:tcW w:w="3963" w:type="dxa"/>
          </w:tcPr>
          <w:p w14:paraId="7B252784" w14:textId="1F6D1C2E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Wie ist der Gesamteindruck des Unterrichtes des </w:t>
            </w:r>
            <w:r w:rsidR="00B90D14">
              <w:rPr>
                <w:rFonts w:cstheme="minorHAnsi"/>
                <w:sz w:val="21"/>
                <w:szCs w:val="21"/>
              </w:rPr>
              <w:t>angehenden FIM-Coaches</w:t>
            </w:r>
            <w:r w:rsidR="00B90D14" w:rsidRPr="002F0A04">
              <w:rPr>
                <w:rFonts w:cstheme="minorHAnsi"/>
                <w:sz w:val="21"/>
                <w:szCs w:val="21"/>
              </w:rPr>
              <w:t xml:space="preserve"> </w:t>
            </w:r>
          </w:p>
          <w:p w14:paraId="5B69E884" w14:textId="77777777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  <w:vertAlign w:val="superscript"/>
              </w:rPr>
              <w:t>(Fachkenntnisse, didaktische und rhetorische Fähigkeiten, usw.)</w:t>
            </w:r>
          </w:p>
          <w:p w14:paraId="0909E9A5" w14:textId="77777777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</w:p>
        </w:tc>
        <w:sdt>
          <w:sdtPr>
            <w:rPr>
              <w:rFonts w:cstheme="minorHAnsi"/>
              <w:sz w:val="21"/>
              <w:szCs w:val="21"/>
            </w:rPr>
            <w:id w:val="-2048985170"/>
            <w:placeholder>
              <w:docPart w:val="56F77C2F7980467ABE3F8BACF34FC912"/>
            </w:placeholder>
            <w:showingPlcHdr/>
          </w:sdtPr>
          <w:sdtEndPr/>
          <w:sdtContent>
            <w:bookmarkStart w:id="6" w:name="_GoBack" w:displacedByCustomXml="prev"/>
            <w:tc>
              <w:tcPr>
                <w:tcW w:w="5246" w:type="dxa"/>
                <w:gridSpan w:val="4"/>
              </w:tcPr>
              <w:p w14:paraId="5C5522AD" w14:textId="25D8B0A9" w:rsidR="008E5B03" w:rsidRPr="002F0A04" w:rsidRDefault="00553207" w:rsidP="00553207">
                <w:pPr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  <w:bookmarkEnd w:id="6" w:displacedByCustomXml="next"/>
          </w:sdtContent>
        </w:sdt>
      </w:tr>
    </w:tbl>
    <w:p w14:paraId="71BDC428" w14:textId="77777777" w:rsidR="008E5B03" w:rsidRPr="002F0A04" w:rsidRDefault="008E5B03" w:rsidP="008E5B03">
      <w:pPr>
        <w:spacing w:after="0" w:line="360" w:lineRule="auto"/>
        <w:rPr>
          <w:rFonts w:cstheme="minorHAnsi"/>
          <w:color w:val="FF0000"/>
          <w:sz w:val="21"/>
          <w:szCs w:val="21"/>
        </w:rPr>
      </w:pPr>
    </w:p>
    <w:p w14:paraId="181B2BB1" w14:textId="77777777" w:rsidR="008E5B03" w:rsidRPr="00ED03CB" w:rsidRDefault="008E5B03" w:rsidP="00ED03CB">
      <w:pPr>
        <w:pStyle w:val="Listenabsatz"/>
        <w:numPr>
          <w:ilvl w:val="0"/>
          <w:numId w:val="13"/>
        </w:numPr>
        <w:spacing w:before="120" w:after="0" w:line="360" w:lineRule="auto"/>
        <w:ind w:left="425" w:hanging="357"/>
        <w:rPr>
          <w:rFonts w:ascii="Segoe UI Semibold" w:hAnsi="Segoe UI Semibold" w:cs="Segoe UI Semibold"/>
        </w:rPr>
      </w:pPr>
      <w:r w:rsidRPr="00ED03CB">
        <w:rPr>
          <w:rFonts w:ascii="Segoe UI Semibold" w:hAnsi="Segoe UI Semibold" w:cs="Segoe UI Semibold"/>
        </w:rPr>
        <w:t>Empfehlung des FIM-Coaches (Prüfers) für die FITKO</w:t>
      </w:r>
    </w:p>
    <w:tbl>
      <w:tblPr>
        <w:tblStyle w:val="Tabellenraster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8E5B03" w:rsidRPr="002F0A04" w14:paraId="60102CA1" w14:textId="77777777" w:rsidTr="00F56E38">
        <w:trPr>
          <w:trHeight w:val="4859"/>
        </w:trPr>
        <w:sdt>
          <w:sdtPr>
            <w:rPr>
              <w:rFonts w:cstheme="minorHAnsi"/>
              <w:sz w:val="21"/>
              <w:szCs w:val="21"/>
            </w:rPr>
            <w:id w:val="-1408147836"/>
            <w:placeholder>
              <w:docPart w:val="E8077C7073D045B284E7D4507ACB92BC"/>
            </w:placeholder>
            <w:showingPlcHdr/>
          </w:sdtPr>
          <w:sdtEndPr/>
          <w:sdtContent>
            <w:tc>
              <w:tcPr>
                <w:tcW w:w="9214" w:type="dxa"/>
              </w:tcPr>
              <w:p w14:paraId="6567F433" w14:textId="1FB22DA4" w:rsidR="008E5B03" w:rsidRPr="002F0A04" w:rsidRDefault="00F56E38" w:rsidP="00553207">
                <w:pPr>
                  <w:pStyle w:val="Listenabsatz"/>
                  <w:spacing w:line="360" w:lineRule="auto"/>
                  <w:ind w:left="0"/>
                  <w:rPr>
                    <w:rFonts w:asciiTheme="minorHAnsi" w:hAnsiTheme="minorHAnsi" w:cstheme="minorHAnsi"/>
                    <w:b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37A7C78D" w14:textId="690D36EE" w:rsidR="008E5B03" w:rsidRPr="002F0A04" w:rsidRDefault="008E5B03" w:rsidP="002A7F5E">
      <w:pPr>
        <w:pStyle w:val="Listenabsatz"/>
        <w:spacing w:after="0" w:line="360" w:lineRule="auto"/>
        <w:rPr>
          <w:rFonts w:cstheme="minorHAnsi"/>
          <w:b/>
          <w:sz w:val="21"/>
          <w:szCs w:val="21"/>
        </w:rPr>
      </w:pPr>
    </w:p>
    <w:sectPr w:rsidR="008E5B03" w:rsidRPr="002F0A04" w:rsidSect="008E5B03">
      <w:type w:val="continuous"/>
      <w:pgSz w:w="11906" w:h="16838"/>
      <w:pgMar w:top="2240" w:right="1418" w:bottom="1418" w:left="1418" w:header="680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1BCD8" w14:textId="77777777" w:rsidR="00394604" w:rsidRDefault="00394604" w:rsidP="0065175A">
      <w:pPr>
        <w:spacing w:after="0"/>
      </w:pPr>
      <w:r>
        <w:separator/>
      </w:r>
    </w:p>
  </w:endnote>
  <w:endnote w:type="continuationSeparator" w:id="0">
    <w:p w14:paraId="45550A27" w14:textId="77777777" w:rsidR="00394604" w:rsidRDefault="00394604" w:rsidP="006517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BundesSans Office">
    <w:altName w:val="Lucida Sans Unicode"/>
    <w:charset w:val="00"/>
    <w:family w:val="swiss"/>
    <w:pitch w:val="variable"/>
    <w:sig w:usb0="A00000BF" w:usb1="4000206B" w:usb2="00000000" w:usb3="00000000" w:csb0="0000009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Ind w:w="0" w:type="dxa"/>
      <w:tblLayout w:type="fixed"/>
      <w:tblLook w:val="04A0" w:firstRow="1" w:lastRow="0" w:firstColumn="1" w:lastColumn="0" w:noHBand="0" w:noVBand="1"/>
    </w:tblPr>
    <w:tblGrid>
      <w:gridCol w:w="8174"/>
      <w:gridCol w:w="896"/>
    </w:tblGrid>
    <w:tr w:rsidR="00394604" w:rsidRPr="004B57CE" w14:paraId="5B0ABD8C" w14:textId="77777777" w:rsidTr="00F56E38">
      <w:trPr>
        <w:trHeight w:hRule="exact" w:val="431"/>
      </w:trPr>
      <w:tc>
        <w:tcPr>
          <w:tcW w:w="8174" w:type="dxa"/>
        </w:tcPr>
        <w:p w14:paraId="7417F142" w14:textId="0A249CB9" w:rsidR="00394604" w:rsidRPr="0088134E" w:rsidRDefault="00394604" w:rsidP="00B63CF3">
          <w:pPr>
            <w:pStyle w:val="FuzeileStandardFITKO"/>
          </w:pPr>
          <w:r>
            <w:t xml:space="preserve">Stand </w:t>
          </w:r>
          <w:sdt>
            <w:sdtPr>
              <w:alias w:val="Datum (Tag Monat Jahr)"/>
              <w:tag w:val="Datum"/>
              <w:id w:val="1437171645"/>
              <w:date w:fullDate="2020-08-20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EE6223">
                <w:t>20.08</w:t>
              </w:r>
              <w:r>
                <w:t>.2020</w:t>
              </w:r>
            </w:sdtContent>
          </w:sdt>
          <w:r>
            <w:t>, Version 1.</w:t>
          </w:r>
          <w:r>
            <w:rPr>
              <w:noProof/>
              <w:color w:val="575656" w:themeColor="accent1"/>
            </w:rPr>
            <w:drawing>
              <wp:anchor distT="0" distB="0" distL="114300" distR="114300" simplePos="0" relativeHeight="251696639" behindDoc="0" locked="0" layoutInCell="1" allowOverlap="1" wp14:anchorId="31DF1315" wp14:editId="55EBD010">
                <wp:simplePos x="0" y="0"/>
                <wp:positionH relativeFrom="page">
                  <wp:posOffset>-900430</wp:posOffset>
                </wp:positionH>
                <wp:positionV relativeFrom="page">
                  <wp:posOffset>0</wp:posOffset>
                </wp:positionV>
                <wp:extent cx="730800" cy="147600"/>
                <wp:effectExtent l="0" t="0" r="0" b="508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2019-09-09 FITKO-Kabelmannchen-grau-01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96" t="1" b="-1"/>
                        <a:stretch/>
                      </pic:blipFill>
                      <pic:spPr bwMode="auto">
                        <a:xfrm>
                          <a:off x="0" y="0"/>
                          <a:ext cx="730800" cy="147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E6223">
            <w:t>2</w:t>
          </w:r>
        </w:p>
      </w:tc>
      <w:tc>
        <w:tcPr>
          <w:tcW w:w="896" w:type="dxa"/>
        </w:tcPr>
        <w:p w14:paraId="558F6D48" w14:textId="4E3B4E53" w:rsidR="00394604" w:rsidRDefault="00394604" w:rsidP="00B63CF3">
          <w:pPr>
            <w:pStyle w:val="FuzeileStandardFITKO"/>
            <w:jc w:val="right"/>
            <w:rPr>
              <w:rFonts w:eastAsiaTheme="minorHAnsi"/>
              <w:lang w:eastAsia="en-US"/>
            </w:rPr>
          </w:pP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>=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SECTIONPAGES  \* Arabic  \* MERGEFORMAT </w:instrText>
          </w:r>
          <w:r w:rsidRPr="00846D3D">
            <w:fldChar w:fldCharType="separate"/>
          </w:r>
          <w:r w:rsidR="00EE6223" w:rsidRPr="00EE6223">
            <w:rPr>
              <w:noProof/>
            </w:rPr>
            <w:instrText>5</w:instrText>
          </w:r>
          <w:r w:rsidRPr="00846D3D">
            <w:fldChar w:fldCharType="end"/>
          </w:r>
          <w:r w:rsidRPr="00846D3D">
            <w:rPr>
              <w:rFonts w:eastAsiaTheme="minorHAnsi"/>
              <w:lang w:eastAsia="en-US"/>
            </w:rPr>
            <w:instrText>-1 \# "</w:instrText>
          </w:r>
          <w:r>
            <w:rPr>
              <w:rFonts w:eastAsiaTheme="minorHAnsi"/>
              <w:lang w:eastAsia="en-US"/>
            </w:rPr>
            <w:instrText>'</w:instrText>
          </w:r>
          <w:r w:rsidRPr="00846D3D">
            <w:rPr>
              <w:rFonts w:eastAsiaTheme="minorHAnsi"/>
              <w:lang w:eastAsia="en-US"/>
            </w:rPr>
            <w:instrText>S</w:instrText>
          </w:r>
          <w:r>
            <w:rPr>
              <w:rFonts w:eastAsiaTheme="minorHAnsi"/>
              <w:lang w:eastAsia="en-US"/>
            </w:rPr>
            <w:instrText>.</w:instrText>
          </w:r>
          <w:r w:rsidRPr="00846D3D">
            <w:rPr>
              <w:rFonts w:eastAsiaTheme="minorHAnsi"/>
              <w:lang w:eastAsia="en-US"/>
            </w:rPr>
            <w:instrText xml:space="preserve"> 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PAGE   \* MERGEFORMAT </w:instrText>
          </w:r>
          <w:r w:rsidRPr="00846D3D">
            <w:fldChar w:fldCharType="separate"/>
          </w:r>
          <w:r w:rsidR="00EE6223" w:rsidRPr="00EE6223">
            <w:rPr>
              <w:noProof/>
            </w:rPr>
            <w:instrText>4</w:instrText>
          </w:r>
          <w:r w:rsidRPr="00846D3D">
            <w:fldChar w:fldCharType="end"/>
          </w:r>
          <w:r w:rsidRPr="00846D3D">
            <w:rPr>
              <w:rFonts w:eastAsiaTheme="minorHAnsi"/>
              <w:lang w:eastAsia="en-US"/>
            </w:rPr>
            <w:instrText xml:space="preserve"> von 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SECTIONPAGES  \* Arabic  \* MERGEFORMAT </w:instrText>
          </w:r>
          <w:r w:rsidRPr="00846D3D">
            <w:fldChar w:fldCharType="separate"/>
          </w:r>
          <w:r w:rsidR="00EE6223" w:rsidRPr="00EE6223">
            <w:rPr>
              <w:noProof/>
            </w:rPr>
            <w:instrText>5</w:instrText>
          </w:r>
          <w:r w:rsidRPr="00846D3D">
            <w:fldChar w:fldCharType="end"/>
          </w:r>
          <w:r>
            <w:rPr>
              <w:rFonts w:eastAsiaTheme="minorHAnsi"/>
              <w:lang w:eastAsia="en-US"/>
            </w:rPr>
            <w:instrText>'</w:instrText>
          </w:r>
          <w:r w:rsidRPr="00846D3D">
            <w:rPr>
              <w:rFonts w:eastAsiaTheme="minorHAnsi"/>
              <w:lang w:eastAsia="en-US"/>
            </w:rPr>
            <w:instrText>;;"</w:instrText>
          </w:r>
          <w:r w:rsidR="00EE6223">
            <w:fldChar w:fldCharType="separate"/>
          </w:r>
          <w:r w:rsidR="00EE6223" w:rsidRPr="00846D3D">
            <w:rPr>
              <w:rFonts w:eastAsiaTheme="minorHAnsi"/>
              <w:noProof/>
              <w:lang w:eastAsia="en-US"/>
            </w:rPr>
            <w:t>S</w:t>
          </w:r>
          <w:r w:rsidR="00EE6223">
            <w:rPr>
              <w:rFonts w:eastAsiaTheme="minorHAnsi"/>
              <w:noProof/>
              <w:lang w:eastAsia="en-US"/>
            </w:rPr>
            <w:t>.</w:t>
          </w:r>
          <w:r w:rsidR="00EE6223" w:rsidRPr="00846D3D">
            <w:rPr>
              <w:rFonts w:eastAsiaTheme="minorHAnsi"/>
              <w:noProof/>
              <w:lang w:eastAsia="en-US"/>
            </w:rPr>
            <w:t xml:space="preserve"> </w:t>
          </w:r>
          <w:r w:rsidR="00EE6223" w:rsidRPr="00EE6223">
            <w:rPr>
              <w:noProof/>
            </w:rPr>
            <w:t>4</w:t>
          </w:r>
          <w:r w:rsidR="00EE6223" w:rsidRPr="00846D3D">
            <w:rPr>
              <w:rFonts w:eastAsiaTheme="minorHAnsi"/>
              <w:noProof/>
              <w:lang w:eastAsia="en-US"/>
            </w:rPr>
            <w:t xml:space="preserve"> von </w:t>
          </w:r>
          <w:r w:rsidR="00EE6223" w:rsidRPr="00EE6223">
            <w:rPr>
              <w:noProof/>
            </w:rPr>
            <w:t>5</w:t>
          </w:r>
          <w:r w:rsidRPr="00846D3D">
            <w:fldChar w:fldCharType="end"/>
          </w:r>
        </w:p>
        <w:p w14:paraId="7A604A2E" w14:textId="77777777" w:rsidR="00394604" w:rsidRPr="004B57CE" w:rsidRDefault="00394604" w:rsidP="00B63CF3">
          <w:pPr>
            <w:pStyle w:val="FuzeileStandardFITKO"/>
            <w:jc w:val="right"/>
          </w:pPr>
        </w:p>
      </w:tc>
    </w:tr>
    <w:tr w:rsidR="00394604" w:rsidRPr="00E42E17" w14:paraId="33F1989B" w14:textId="77777777" w:rsidTr="00F56E38">
      <w:trPr>
        <w:trHeight w:val="20"/>
      </w:trPr>
      <w:tc>
        <w:tcPr>
          <w:tcW w:w="8174" w:type="dxa"/>
        </w:tcPr>
        <w:p w14:paraId="461680FF" w14:textId="77777777" w:rsidR="00394604" w:rsidRPr="0088134E" w:rsidRDefault="00394604" w:rsidP="00B63CF3">
          <w:pPr>
            <w:pStyle w:val="FuzeileStandardFITKO"/>
          </w:pPr>
        </w:p>
      </w:tc>
      <w:tc>
        <w:tcPr>
          <w:tcW w:w="896" w:type="dxa"/>
        </w:tcPr>
        <w:p w14:paraId="685F8802" w14:textId="77777777" w:rsidR="00394604" w:rsidRPr="00E42E17" w:rsidRDefault="00394604" w:rsidP="00B63CF3">
          <w:pPr>
            <w:pStyle w:val="FuzeileStandardFITKO"/>
            <w:jc w:val="right"/>
          </w:pPr>
        </w:p>
      </w:tc>
    </w:tr>
  </w:tbl>
  <w:p w14:paraId="56785104" w14:textId="77777777" w:rsidR="00394604" w:rsidRDefault="00394604" w:rsidP="00C013D8">
    <w:pPr>
      <w:pStyle w:val="FuzeileStandardFITK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Ind w:w="0" w:type="dxa"/>
      <w:tblLayout w:type="fixed"/>
      <w:tblLook w:val="04A0" w:firstRow="1" w:lastRow="0" w:firstColumn="1" w:lastColumn="0" w:noHBand="0" w:noVBand="1"/>
    </w:tblPr>
    <w:tblGrid>
      <w:gridCol w:w="8174"/>
      <w:gridCol w:w="896"/>
    </w:tblGrid>
    <w:tr w:rsidR="00394604" w:rsidRPr="004B57CE" w14:paraId="494BEE65" w14:textId="77777777" w:rsidTr="00F56E38">
      <w:trPr>
        <w:trHeight w:hRule="exact" w:val="431"/>
      </w:trPr>
      <w:tc>
        <w:tcPr>
          <w:tcW w:w="8174" w:type="dxa"/>
        </w:tcPr>
        <w:p w14:paraId="75C472B4" w14:textId="2DCB01F5" w:rsidR="00394604" w:rsidRPr="0088134E" w:rsidRDefault="00394604" w:rsidP="00EA6087">
          <w:pPr>
            <w:pStyle w:val="FuzeileStandardFITKO"/>
          </w:pPr>
          <w:r>
            <w:rPr>
              <w:noProof/>
              <w:color w:val="575656" w:themeColor="accent1"/>
            </w:rPr>
            <w:drawing>
              <wp:anchor distT="0" distB="0" distL="114300" distR="114300" simplePos="0" relativeHeight="251698687" behindDoc="0" locked="0" layoutInCell="1" allowOverlap="1" wp14:anchorId="34232CF2" wp14:editId="448005AC">
                <wp:simplePos x="0" y="0"/>
                <wp:positionH relativeFrom="page">
                  <wp:posOffset>-900430</wp:posOffset>
                </wp:positionH>
                <wp:positionV relativeFrom="page">
                  <wp:posOffset>0</wp:posOffset>
                </wp:positionV>
                <wp:extent cx="730800" cy="147600"/>
                <wp:effectExtent l="0" t="0" r="0" b="5080"/>
                <wp:wrapNone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2019-09-09 FITKO-Kabelmannchen-grau-01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96" t="1" b="-1"/>
                        <a:stretch/>
                      </pic:blipFill>
                      <pic:spPr bwMode="auto">
                        <a:xfrm>
                          <a:off x="0" y="0"/>
                          <a:ext cx="730800" cy="147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Stand </w:t>
          </w:r>
          <w:sdt>
            <w:sdtPr>
              <w:alias w:val="Datum (Tag Monat Jahr)"/>
              <w:tag w:val="Datum"/>
              <w:id w:val="564692151"/>
              <w:date w:fullDate="2020-06-16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>
                <w:t>16.06.2020</w:t>
              </w:r>
            </w:sdtContent>
          </w:sdt>
          <w:r>
            <w:t>, Version 1.1</w:t>
          </w:r>
        </w:p>
      </w:tc>
      <w:tc>
        <w:tcPr>
          <w:tcW w:w="896" w:type="dxa"/>
        </w:tcPr>
        <w:p w14:paraId="0C71591B" w14:textId="5B90EA64" w:rsidR="00394604" w:rsidRDefault="00394604" w:rsidP="00B63CF3">
          <w:pPr>
            <w:pStyle w:val="FuzeileStandardFITKO"/>
            <w:jc w:val="right"/>
            <w:rPr>
              <w:rFonts w:eastAsiaTheme="minorHAnsi"/>
              <w:lang w:eastAsia="en-US"/>
            </w:rPr>
          </w:pP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>=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SECTIONPAGES  \* Arabic  \* MERGEFORMAT </w:instrText>
          </w:r>
          <w:r w:rsidRPr="00846D3D">
            <w:fldChar w:fldCharType="separate"/>
          </w:r>
          <w:r w:rsidR="00EE6223" w:rsidRPr="00EE6223">
            <w:rPr>
              <w:noProof/>
            </w:rPr>
            <w:instrText>1</w:instrText>
          </w:r>
          <w:r w:rsidRPr="00846D3D">
            <w:fldChar w:fldCharType="end"/>
          </w:r>
          <w:r w:rsidRPr="00846D3D">
            <w:rPr>
              <w:rFonts w:eastAsiaTheme="minorHAnsi"/>
              <w:lang w:eastAsia="en-US"/>
            </w:rPr>
            <w:instrText>-1 \# "</w:instrText>
          </w:r>
          <w:r>
            <w:rPr>
              <w:rFonts w:eastAsiaTheme="minorHAnsi"/>
              <w:lang w:eastAsia="en-US"/>
            </w:rPr>
            <w:instrText>'</w:instrText>
          </w:r>
          <w:r w:rsidRPr="00846D3D">
            <w:rPr>
              <w:rFonts w:eastAsiaTheme="minorHAnsi"/>
              <w:lang w:eastAsia="en-US"/>
            </w:rPr>
            <w:instrText>S</w:instrText>
          </w:r>
          <w:r>
            <w:rPr>
              <w:rFonts w:eastAsiaTheme="minorHAnsi"/>
              <w:lang w:eastAsia="en-US"/>
            </w:rPr>
            <w:instrText>.</w:instrText>
          </w:r>
          <w:r w:rsidRPr="00846D3D">
            <w:rPr>
              <w:rFonts w:eastAsiaTheme="minorHAnsi"/>
              <w:lang w:eastAsia="en-US"/>
            </w:rPr>
            <w:instrText xml:space="preserve"> 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PAGE   \* MERGEFORMAT </w:instrText>
          </w:r>
          <w:r w:rsidRPr="00846D3D">
            <w:fldChar w:fldCharType="separate"/>
          </w:r>
          <w:r w:rsidR="00EE6223" w:rsidRPr="00EE6223">
            <w:rPr>
              <w:noProof/>
            </w:rPr>
            <w:instrText>1</w:instrText>
          </w:r>
          <w:r w:rsidRPr="00846D3D">
            <w:fldChar w:fldCharType="end"/>
          </w:r>
          <w:r w:rsidRPr="00846D3D">
            <w:rPr>
              <w:rFonts w:eastAsiaTheme="minorHAnsi"/>
              <w:lang w:eastAsia="en-US"/>
            </w:rPr>
            <w:instrText xml:space="preserve"> von 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SECTIONPAGES  \* Arabic  \* MERGEFORMAT </w:instrText>
          </w:r>
          <w:r w:rsidRPr="00846D3D">
            <w:fldChar w:fldCharType="separate"/>
          </w:r>
          <w:r w:rsidR="00EE6223" w:rsidRPr="00EE6223">
            <w:rPr>
              <w:noProof/>
            </w:rPr>
            <w:instrText>1</w:instrText>
          </w:r>
          <w:r w:rsidRPr="00846D3D">
            <w:fldChar w:fldCharType="end"/>
          </w:r>
          <w:r>
            <w:rPr>
              <w:rFonts w:eastAsiaTheme="minorHAnsi"/>
              <w:lang w:eastAsia="en-US"/>
            </w:rPr>
            <w:instrText>'</w:instrText>
          </w:r>
          <w:r w:rsidRPr="00846D3D">
            <w:rPr>
              <w:rFonts w:eastAsiaTheme="minorHAnsi"/>
              <w:lang w:eastAsia="en-US"/>
            </w:rPr>
            <w:instrText>;;"</w:instrText>
          </w:r>
          <w:r w:rsidRPr="00846D3D">
            <w:fldChar w:fldCharType="end"/>
          </w:r>
        </w:p>
        <w:p w14:paraId="73742211" w14:textId="77777777" w:rsidR="00394604" w:rsidRPr="004B57CE" w:rsidRDefault="00394604" w:rsidP="00B63CF3">
          <w:pPr>
            <w:pStyle w:val="FuzeileStandardFITKO"/>
            <w:jc w:val="right"/>
          </w:pPr>
        </w:p>
      </w:tc>
    </w:tr>
    <w:tr w:rsidR="00394604" w:rsidRPr="00E42E17" w14:paraId="3C09DCF9" w14:textId="77777777" w:rsidTr="00F56E38">
      <w:trPr>
        <w:trHeight w:val="20"/>
      </w:trPr>
      <w:tc>
        <w:tcPr>
          <w:tcW w:w="8174" w:type="dxa"/>
        </w:tcPr>
        <w:p w14:paraId="01057B3A" w14:textId="77777777" w:rsidR="00394604" w:rsidRPr="0088134E" w:rsidRDefault="00394604" w:rsidP="00B63CF3">
          <w:pPr>
            <w:pStyle w:val="FuzeileStandardFITKO"/>
          </w:pPr>
        </w:p>
      </w:tc>
      <w:tc>
        <w:tcPr>
          <w:tcW w:w="896" w:type="dxa"/>
        </w:tcPr>
        <w:p w14:paraId="4A550E13" w14:textId="77777777" w:rsidR="00394604" w:rsidRPr="00E42E17" w:rsidRDefault="00394604" w:rsidP="00B63CF3">
          <w:pPr>
            <w:pStyle w:val="FuzeileStandardFITKO"/>
            <w:jc w:val="right"/>
          </w:pPr>
        </w:p>
      </w:tc>
    </w:tr>
  </w:tbl>
  <w:p w14:paraId="616F1B3D" w14:textId="77777777" w:rsidR="00394604" w:rsidRDefault="00394604" w:rsidP="00A0783A">
    <w:pPr>
      <w:pStyle w:val="FuzeileStandardFITK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531C9" w14:textId="77777777" w:rsidR="00394604" w:rsidRDefault="00394604" w:rsidP="0065175A">
      <w:pPr>
        <w:spacing w:after="0"/>
      </w:pPr>
      <w:r>
        <w:separator/>
      </w:r>
    </w:p>
  </w:footnote>
  <w:footnote w:type="continuationSeparator" w:id="0">
    <w:p w14:paraId="43B1554F" w14:textId="77777777" w:rsidR="00394604" w:rsidRDefault="00394604" w:rsidP="006517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A15D" w14:textId="0DC59EC8" w:rsidR="00394604" w:rsidRPr="00C57DE9" w:rsidRDefault="00394604" w:rsidP="00C57DE9">
    <w:pPr>
      <w:pStyle w:val="Kopfzeile"/>
    </w:pPr>
    <w:r w:rsidRPr="000E2D60">
      <w:rPr>
        <w:rFonts w:ascii="AvenirNext LT Pro Regular" w:hAnsi="AvenirNext LT Pro Regular" w:cs="Arial"/>
        <w:b/>
        <w:noProof/>
        <w:sz w:val="20"/>
        <w:szCs w:val="20"/>
        <w:lang w:eastAsia="de-DE"/>
      </w:rPr>
      <w:drawing>
        <wp:anchor distT="0" distB="0" distL="114300" distR="114300" simplePos="0" relativeHeight="251702783" behindDoc="0" locked="0" layoutInCell="1" allowOverlap="1" wp14:anchorId="11FB3420" wp14:editId="2EBADB78">
          <wp:simplePos x="0" y="0"/>
          <wp:positionH relativeFrom="column">
            <wp:posOffset>4135120</wp:posOffset>
          </wp:positionH>
          <wp:positionV relativeFrom="paragraph">
            <wp:posOffset>50165</wp:posOffset>
          </wp:positionV>
          <wp:extent cx="1762125" cy="712470"/>
          <wp:effectExtent l="0" t="0" r="9525" b="0"/>
          <wp:wrapNone/>
          <wp:docPr id="8" name="Grafik 8" descr="Y:\FITKO\01_Produkte\00_FIM\Coorporate Design\FIM-Logo-Exporte\FIM-Logo-Farbe\jpeg\FIM_Logo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ITKO\01_Produkte\00_FIM\Coorporate Design\FIM-Logo-Exporte\FIM-Logo-Farbe\jpeg\FIM_Logo rgb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15992"/>
                  <a:stretch/>
                </pic:blipFill>
                <pic:spPr bwMode="auto">
                  <a:xfrm>
                    <a:off x="0" y="0"/>
                    <a:ext cx="176212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704831" behindDoc="0" locked="0" layoutInCell="1" allowOverlap="1" wp14:anchorId="49BFDFD9" wp14:editId="799E6D89">
          <wp:simplePos x="0" y="0"/>
          <wp:positionH relativeFrom="page">
            <wp:posOffset>900430</wp:posOffset>
          </wp:positionH>
          <wp:positionV relativeFrom="page">
            <wp:posOffset>431165</wp:posOffset>
          </wp:positionV>
          <wp:extent cx="903600" cy="723600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19-09-09 FITKO-Logo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6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90495" behindDoc="0" locked="0" layoutInCell="1" allowOverlap="1" wp14:anchorId="5114B88B" wp14:editId="22F87CF9">
          <wp:simplePos x="0" y="0"/>
          <wp:positionH relativeFrom="page">
            <wp:posOffset>6363335</wp:posOffset>
          </wp:positionH>
          <wp:positionV relativeFrom="page">
            <wp:posOffset>624205</wp:posOffset>
          </wp:positionV>
          <wp:extent cx="276860" cy="334645"/>
          <wp:effectExtent l="0" t="0" r="8890" b="825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TKO-FactSheet-PPT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860" cy="334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479B" w14:textId="25C15E99" w:rsidR="00394604" w:rsidRDefault="00394604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84351" behindDoc="0" locked="0" layoutInCell="1" allowOverlap="1" wp14:anchorId="0A9CCF52" wp14:editId="0BE7008F">
          <wp:simplePos x="0" y="0"/>
          <wp:positionH relativeFrom="margin">
            <wp:align>left</wp:align>
          </wp:positionH>
          <wp:positionV relativeFrom="page">
            <wp:posOffset>407084</wp:posOffset>
          </wp:positionV>
          <wp:extent cx="903600" cy="723600"/>
          <wp:effectExtent l="0" t="0" r="0" b="63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19-09-09 FITKO-Log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6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E2D60">
      <w:rPr>
        <w:rFonts w:ascii="AvenirNext LT Pro Regular" w:hAnsi="AvenirNext LT Pro Regular" w:cs="Arial"/>
        <w:b/>
        <w:noProof/>
        <w:sz w:val="20"/>
        <w:szCs w:val="20"/>
        <w:lang w:eastAsia="de-DE"/>
      </w:rPr>
      <w:drawing>
        <wp:anchor distT="0" distB="0" distL="114300" distR="114300" simplePos="0" relativeHeight="251700735" behindDoc="0" locked="0" layoutInCell="1" allowOverlap="1" wp14:anchorId="7F7A2B04" wp14:editId="4C20A2C5">
          <wp:simplePos x="0" y="0"/>
          <wp:positionH relativeFrom="column">
            <wp:posOffset>4096385</wp:posOffset>
          </wp:positionH>
          <wp:positionV relativeFrom="paragraph">
            <wp:posOffset>10160</wp:posOffset>
          </wp:positionV>
          <wp:extent cx="1762125" cy="712470"/>
          <wp:effectExtent l="0" t="0" r="9525" b="0"/>
          <wp:wrapNone/>
          <wp:docPr id="12" name="Grafik 12" descr="Y:\FITKO\01_Produkte\00_FIM\Coorporate Design\FIM-Logo-Exporte\FIM-Logo-Farbe\jpeg\FIM_Logo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ITKO\01_Produkte\00_FIM\Coorporate Design\FIM-Logo-Exporte\FIM-Logo-Farbe\jpeg\FIM_Logo rgb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15992"/>
                  <a:stretch/>
                </pic:blipFill>
                <pic:spPr bwMode="auto">
                  <a:xfrm>
                    <a:off x="0" y="0"/>
                    <a:ext cx="176212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5pt;height:32.35pt" o:bullet="t">
        <v:imagedata r:id="rId1" o:title="Aufzählungszeichen"/>
      </v:shape>
    </w:pict>
  </w:numPicBullet>
  <w:abstractNum w:abstractNumId="0" w15:restartNumberingAfterBreak="0">
    <w:nsid w:val="01B403DD"/>
    <w:multiLevelType w:val="multilevel"/>
    <w:tmpl w:val="C630B920"/>
    <w:styleLink w:val="FITKOTabellen-Aufzhlung"/>
    <w:lvl w:ilvl="0">
      <w:start w:val="1"/>
      <w:numFmt w:val="bullet"/>
      <w:pStyle w:val="AufzhlungTabellentextFITKO"/>
      <w:lvlText w:val=""/>
      <w:lvlPicBulletId w:val="0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000000" w:themeColor="background1"/>
      </w:rPr>
    </w:lvl>
    <w:lvl w:ilvl="3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cs="Courier New" w:hint="default"/>
        <w:color w:val="000000" w:themeColor="background1"/>
      </w:rPr>
    </w:lvl>
    <w:lvl w:ilvl="5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000000" w:themeColor="background1"/>
      </w:rPr>
    </w:lvl>
    <w:lvl w:ilvl="6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000000" w:themeColor="background1"/>
      </w:rPr>
    </w:lvl>
    <w:lvl w:ilvl="7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cs="Courier New" w:hint="default"/>
        <w:color w:val="000000" w:themeColor="background1"/>
      </w:rPr>
    </w:lvl>
    <w:lvl w:ilvl="8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000000" w:themeColor="background1"/>
      </w:rPr>
    </w:lvl>
  </w:abstractNum>
  <w:abstractNum w:abstractNumId="1" w15:restartNumberingAfterBreak="0">
    <w:nsid w:val="03515F9C"/>
    <w:multiLevelType w:val="hybridMultilevel"/>
    <w:tmpl w:val="58EA7E4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B3BA9"/>
    <w:multiLevelType w:val="multilevel"/>
    <w:tmpl w:val="21F4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3C4979"/>
    <w:multiLevelType w:val="hybridMultilevel"/>
    <w:tmpl w:val="DB4226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46C88"/>
    <w:multiLevelType w:val="multilevel"/>
    <w:tmpl w:val="EEAAB0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B746483"/>
    <w:multiLevelType w:val="multilevel"/>
    <w:tmpl w:val="A19C8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48636D"/>
    <w:multiLevelType w:val="multilevel"/>
    <w:tmpl w:val="04826A56"/>
    <w:styleLink w:val="FITKOBulletpoint-Liste"/>
    <w:lvl w:ilvl="0">
      <w:start w:val="1"/>
      <w:numFmt w:val="bullet"/>
      <w:pStyle w:val="AufzhlungBulletpoints1FITKO"/>
      <w:lvlText w:val=""/>
      <w:lvlPicBulletId w:val="0"/>
      <w:lvlJc w:val="left"/>
      <w:pPr>
        <w:ind w:left="737" w:hanging="425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"/>
      <w:lvlPicBulletId w:val="0"/>
      <w:lvlJc w:val="left"/>
      <w:pPr>
        <w:ind w:left="1474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211" w:hanging="425"/>
      </w:pPr>
      <w:rPr>
        <w:rFonts w:ascii="Symbol" w:hAnsi="Symbol" w:hint="default"/>
        <w:color w:val="000000" w:themeColor="background1"/>
      </w:rPr>
    </w:lvl>
    <w:lvl w:ilvl="3">
      <w:start w:val="1"/>
      <w:numFmt w:val="bullet"/>
      <w:lvlText w:val=""/>
      <w:lvlPicBulletId w:val="0"/>
      <w:lvlJc w:val="left"/>
      <w:pPr>
        <w:ind w:left="2948" w:hanging="425"/>
      </w:pPr>
      <w:rPr>
        <w:rFonts w:ascii="Symbol" w:hAnsi="Symbol" w:hint="default"/>
        <w:color w:val="000000" w:themeColor="background1"/>
      </w:rPr>
    </w:lvl>
    <w:lvl w:ilvl="4">
      <w:start w:val="1"/>
      <w:numFmt w:val="bullet"/>
      <w:lvlText w:val=""/>
      <w:lvlPicBulletId w:val="0"/>
      <w:lvlJc w:val="left"/>
      <w:pPr>
        <w:ind w:left="3685" w:hanging="425"/>
      </w:pPr>
      <w:rPr>
        <w:rFonts w:ascii="Symbol" w:hAnsi="Symbol" w:cs="Courier New" w:hint="default"/>
        <w:color w:val="000000" w:themeColor="background1"/>
      </w:rPr>
    </w:lvl>
    <w:lvl w:ilvl="5">
      <w:start w:val="1"/>
      <w:numFmt w:val="bullet"/>
      <w:lvlText w:val=""/>
      <w:lvlPicBulletId w:val="0"/>
      <w:lvlJc w:val="left"/>
      <w:pPr>
        <w:ind w:left="4422" w:hanging="425"/>
      </w:pPr>
      <w:rPr>
        <w:rFonts w:ascii="Symbol" w:hAnsi="Symbol" w:hint="default"/>
        <w:color w:val="000000" w:themeColor="background1"/>
      </w:rPr>
    </w:lvl>
    <w:lvl w:ilvl="6">
      <w:start w:val="1"/>
      <w:numFmt w:val="bullet"/>
      <w:lvlText w:val=""/>
      <w:lvlPicBulletId w:val="0"/>
      <w:lvlJc w:val="left"/>
      <w:pPr>
        <w:ind w:left="5159" w:hanging="425"/>
      </w:pPr>
      <w:rPr>
        <w:rFonts w:ascii="Symbol" w:hAnsi="Symbol" w:hint="default"/>
        <w:color w:val="000000" w:themeColor="background1"/>
      </w:rPr>
    </w:lvl>
    <w:lvl w:ilvl="7">
      <w:start w:val="1"/>
      <w:numFmt w:val="bullet"/>
      <w:lvlText w:val=""/>
      <w:lvlPicBulletId w:val="0"/>
      <w:lvlJc w:val="left"/>
      <w:pPr>
        <w:ind w:left="5896" w:hanging="425"/>
      </w:pPr>
      <w:rPr>
        <w:rFonts w:ascii="Symbol" w:hAnsi="Symbol" w:cs="Courier New" w:hint="default"/>
        <w:color w:val="000000" w:themeColor="background1"/>
      </w:rPr>
    </w:lvl>
    <w:lvl w:ilvl="8">
      <w:start w:val="1"/>
      <w:numFmt w:val="bullet"/>
      <w:lvlText w:val=""/>
      <w:lvlPicBulletId w:val="0"/>
      <w:lvlJc w:val="left"/>
      <w:pPr>
        <w:ind w:left="6633" w:hanging="425"/>
      </w:pPr>
      <w:rPr>
        <w:rFonts w:ascii="Symbol" w:hAnsi="Symbol" w:hint="default"/>
        <w:color w:val="000000" w:themeColor="background1"/>
      </w:rPr>
    </w:lvl>
  </w:abstractNum>
  <w:abstractNum w:abstractNumId="7" w15:restartNumberingAfterBreak="0">
    <w:nsid w:val="24E64677"/>
    <w:multiLevelType w:val="hybridMultilevel"/>
    <w:tmpl w:val="B75A8942"/>
    <w:lvl w:ilvl="0" w:tplc="0407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301F4EBE"/>
    <w:multiLevelType w:val="multilevel"/>
    <w:tmpl w:val="43DEF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EA23B2"/>
    <w:multiLevelType w:val="hybridMultilevel"/>
    <w:tmpl w:val="186A0B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C1D9A"/>
    <w:multiLevelType w:val="multilevel"/>
    <w:tmpl w:val="9A0A0718"/>
    <w:numStyleLink w:val="FITKO-berschriften"/>
  </w:abstractNum>
  <w:abstractNum w:abstractNumId="11" w15:restartNumberingAfterBreak="0">
    <w:nsid w:val="4B15256E"/>
    <w:multiLevelType w:val="multilevel"/>
    <w:tmpl w:val="CE563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757103"/>
    <w:multiLevelType w:val="multilevel"/>
    <w:tmpl w:val="9A0A0718"/>
    <w:styleLink w:val="FITKO-berschriften"/>
    <w:lvl w:ilvl="0">
      <w:start w:val="1"/>
      <w:numFmt w:val="decimal"/>
      <w:pStyle w:val="berschrift1"/>
      <w:lvlText w:val="%1"/>
      <w:lvlJc w:val="left"/>
      <w:pPr>
        <w:tabs>
          <w:tab w:val="num" w:pos="397"/>
        </w:tabs>
        <w:ind w:left="397" w:hanging="397"/>
      </w:pPr>
      <w:rPr>
        <w:rFonts w:hint="default"/>
        <w:color w:val="000000" w:themeColor="background1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D2E0A7B"/>
    <w:multiLevelType w:val="hybridMultilevel"/>
    <w:tmpl w:val="D174DB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0"/>
  </w:num>
  <w:num w:numId="5">
    <w:abstractNumId w:val="0"/>
  </w:num>
  <w:num w:numId="6">
    <w:abstractNumId w:val="5"/>
    <w:lvlOverride w:ilvl="0">
      <w:startOverride w:val="1"/>
    </w:lvlOverride>
  </w:num>
  <w:num w:numId="7">
    <w:abstractNumId w:val="2"/>
  </w:num>
  <w:num w:numId="8">
    <w:abstractNumId w:val="4"/>
  </w:num>
  <w:num w:numId="9">
    <w:abstractNumId w:val="11"/>
  </w:num>
  <w:num w:numId="10">
    <w:abstractNumId w:val="7"/>
  </w:num>
  <w:num w:numId="11">
    <w:abstractNumId w:val="1"/>
  </w:num>
  <w:num w:numId="12">
    <w:abstractNumId w:val="8"/>
  </w:num>
  <w:num w:numId="13">
    <w:abstractNumId w:val="13"/>
  </w:num>
  <w:num w:numId="14">
    <w:abstractNumId w:val="3"/>
  </w:num>
  <w:num w:numId="1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ocumentProtection w:edit="forms" w:enforcement="1" w:cryptProviderType="rsaAES" w:cryptAlgorithmClass="hash" w:cryptAlgorithmType="typeAny" w:cryptAlgorithmSid="14" w:cryptSpinCount="100000" w:hash="+BkURZTzA3pD+FCoom5tTOjis0ToaTOo43lT7StRTKfakpHj3ncSLyL+0aFD3o0qiuCghW7tgRvpp+FWX3GgxA==" w:salt="W575mNIePvgPy1KE2sK3s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49"/>
    <w:rsid w:val="00001E98"/>
    <w:rsid w:val="000055E0"/>
    <w:rsid w:val="000253CD"/>
    <w:rsid w:val="00034B5A"/>
    <w:rsid w:val="000357AB"/>
    <w:rsid w:val="00037CC5"/>
    <w:rsid w:val="00042DA2"/>
    <w:rsid w:val="000457B4"/>
    <w:rsid w:val="00064F3C"/>
    <w:rsid w:val="00070C57"/>
    <w:rsid w:val="00072DC0"/>
    <w:rsid w:val="00080D5B"/>
    <w:rsid w:val="000B2C9A"/>
    <w:rsid w:val="000D3F9D"/>
    <w:rsid w:val="000E4BAD"/>
    <w:rsid w:val="000E7058"/>
    <w:rsid w:val="00105707"/>
    <w:rsid w:val="00135BB3"/>
    <w:rsid w:val="001562FA"/>
    <w:rsid w:val="00162B64"/>
    <w:rsid w:val="00163B1A"/>
    <w:rsid w:val="00181BAC"/>
    <w:rsid w:val="001A3A3D"/>
    <w:rsid w:val="001C767D"/>
    <w:rsid w:val="001E16F7"/>
    <w:rsid w:val="001F750D"/>
    <w:rsid w:val="00201CB2"/>
    <w:rsid w:val="00213BDF"/>
    <w:rsid w:val="00214DE3"/>
    <w:rsid w:val="0022065B"/>
    <w:rsid w:val="002224A1"/>
    <w:rsid w:val="00250DF6"/>
    <w:rsid w:val="002539D0"/>
    <w:rsid w:val="00267E79"/>
    <w:rsid w:val="00274325"/>
    <w:rsid w:val="00276474"/>
    <w:rsid w:val="00295AA6"/>
    <w:rsid w:val="002A7F5E"/>
    <w:rsid w:val="002C557B"/>
    <w:rsid w:val="002D2C57"/>
    <w:rsid w:val="002D3E7E"/>
    <w:rsid w:val="002D47F7"/>
    <w:rsid w:val="002D5C97"/>
    <w:rsid w:val="002F0A04"/>
    <w:rsid w:val="002F3FF2"/>
    <w:rsid w:val="002F52DE"/>
    <w:rsid w:val="0030216C"/>
    <w:rsid w:val="00302C3F"/>
    <w:rsid w:val="00312E1B"/>
    <w:rsid w:val="00316BA9"/>
    <w:rsid w:val="00331D4F"/>
    <w:rsid w:val="0033309E"/>
    <w:rsid w:val="0035686A"/>
    <w:rsid w:val="00360774"/>
    <w:rsid w:val="00374D61"/>
    <w:rsid w:val="0037688F"/>
    <w:rsid w:val="00394604"/>
    <w:rsid w:val="003A4449"/>
    <w:rsid w:val="003C4DA6"/>
    <w:rsid w:val="003E2C72"/>
    <w:rsid w:val="004333C4"/>
    <w:rsid w:val="004349D5"/>
    <w:rsid w:val="004445AC"/>
    <w:rsid w:val="004634B3"/>
    <w:rsid w:val="00496569"/>
    <w:rsid w:val="004A02F1"/>
    <w:rsid w:val="004A0C43"/>
    <w:rsid w:val="004B57CE"/>
    <w:rsid w:val="004F2A45"/>
    <w:rsid w:val="00502A46"/>
    <w:rsid w:val="0050774A"/>
    <w:rsid w:val="00507B3C"/>
    <w:rsid w:val="00511A10"/>
    <w:rsid w:val="00515D60"/>
    <w:rsid w:val="00516C2F"/>
    <w:rsid w:val="00527F9F"/>
    <w:rsid w:val="00553207"/>
    <w:rsid w:val="00554AB9"/>
    <w:rsid w:val="00560637"/>
    <w:rsid w:val="0058608F"/>
    <w:rsid w:val="00592AFD"/>
    <w:rsid w:val="005A2C77"/>
    <w:rsid w:val="005A3233"/>
    <w:rsid w:val="005D48EC"/>
    <w:rsid w:val="005D4F08"/>
    <w:rsid w:val="00622D9A"/>
    <w:rsid w:val="00625F4E"/>
    <w:rsid w:val="0062692E"/>
    <w:rsid w:val="0065175A"/>
    <w:rsid w:val="00657C96"/>
    <w:rsid w:val="006843B8"/>
    <w:rsid w:val="00692BC4"/>
    <w:rsid w:val="006B26DC"/>
    <w:rsid w:val="006C73E4"/>
    <w:rsid w:val="006D193A"/>
    <w:rsid w:val="006E5309"/>
    <w:rsid w:val="006F5DEA"/>
    <w:rsid w:val="00703AC2"/>
    <w:rsid w:val="007058CA"/>
    <w:rsid w:val="007177FA"/>
    <w:rsid w:val="00752033"/>
    <w:rsid w:val="00767B74"/>
    <w:rsid w:val="00783BF9"/>
    <w:rsid w:val="007A3609"/>
    <w:rsid w:val="007B5656"/>
    <w:rsid w:val="007C2200"/>
    <w:rsid w:val="007F379E"/>
    <w:rsid w:val="008026C4"/>
    <w:rsid w:val="008051B7"/>
    <w:rsid w:val="008138E6"/>
    <w:rsid w:val="008230F2"/>
    <w:rsid w:val="0083476B"/>
    <w:rsid w:val="008431E8"/>
    <w:rsid w:val="00853664"/>
    <w:rsid w:val="0086177F"/>
    <w:rsid w:val="00873A4F"/>
    <w:rsid w:val="0088134E"/>
    <w:rsid w:val="00881D29"/>
    <w:rsid w:val="008A083C"/>
    <w:rsid w:val="008A6853"/>
    <w:rsid w:val="008E5B03"/>
    <w:rsid w:val="008F35B5"/>
    <w:rsid w:val="008F3D49"/>
    <w:rsid w:val="0097645B"/>
    <w:rsid w:val="0098322C"/>
    <w:rsid w:val="009A6BA4"/>
    <w:rsid w:val="009C02FE"/>
    <w:rsid w:val="009C4057"/>
    <w:rsid w:val="009D59D4"/>
    <w:rsid w:val="009F7FA7"/>
    <w:rsid w:val="00A0783A"/>
    <w:rsid w:val="00A2136E"/>
    <w:rsid w:val="00A30C81"/>
    <w:rsid w:val="00A401F4"/>
    <w:rsid w:val="00A41552"/>
    <w:rsid w:val="00A50DA6"/>
    <w:rsid w:val="00A6386D"/>
    <w:rsid w:val="00A66843"/>
    <w:rsid w:val="00A760BF"/>
    <w:rsid w:val="00A921D3"/>
    <w:rsid w:val="00A94698"/>
    <w:rsid w:val="00AE2B45"/>
    <w:rsid w:val="00AF2FB4"/>
    <w:rsid w:val="00B001E9"/>
    <w:rsid w:val="00B11C1D"/>
    <w:rsid w:val="00B3143A"/>
    <w:rsid w:val="00B376A4"/>
    <w:rsid w:val="00B456A0"/>
    <w:rsid w:val="00B62807"/>
    <w:rsid w:val="00B63CF3"/>
    <w:rsid w:val="00B81736"/>
    <w:rsid w:val="00B90D14"/>
    <w:rsid w:val="00BA42DD"/>
    <w:rsid w:val="00BC6B82"/>
    <w:rsid w:val="00BD5282"/>
    <w:rsid w:val="00BE1AB1"/>
    <w:rsid w:val="00BE40AA"/>
    <w:rsid w:val="00BF142C"/>
    <w:rsid w:val="00BF28F3"/>
    <w:rsid w:val="00C00509"/>
    <w:rsid w:val="00C013D8"/>
    <w:rsid w:val="00C01678"/>
    <w:rsid w:val="00C01EED"/>
    <w:rsid w:val="00C11563"/>
    <w:rsid w:val="00C143B5"/>
    <w:rsid w:val="00C1477F"/>
    <w:rsid w:val="00C1567B"/>
    <w:rsid w:val="00C162B7"/>
    <w:rsid w:val="00C47760"/>
    <w:rsid w:val="00C57B6F"/>
    <w:rsid w:val="00C57DE9"/>
    <w:rsid w:val="00C81E3F"/>
    <w:rsid w:val="00C9364C"/>
    <w:rsid w:val="00C95633"/>
    <w:rsid w:val="00C97381"/>
    <w:rsid w:val="00CA3EA9"/>
    <w:rsid w:val="00CC04A8"/>
    <w:rsid w:val="00CC26DA"/>
    <w:rsid w:val="00CD7D65"/>
    <w:rsid w:val="00D1380C"/>
    <w:rsid w:val="00D16CC8"/>
    <w:rsid w:val="00D315C0"/>
    <w:rsid w:val="00D357ED"/>
    <w:rsid w:val="00D543E3"/>
    <w:rsid w:val="00D569E1"/>
    <w:rsid w:val="00D855D9"/>
    <w:rsid w:val="00D86FD9"/>
    <w:rsid w:val="00D876B7"/>
    <w:rsid w:val="00D90AD2"/>
    <w:rsid w:val="00D974B1"/>
    <w:rsid w:val="00DA03FE"/>
    <w:rsid w:val="00DD3F98"/>
    <w:rsid w:val="00DE0722"/>
    <w:rsid w:val="00DE1239"/>
    <w:rsid w:val="00DF247A"/>
    <w:rsid w:val="00DF6D81"/>
    <w:rsid w:val="00E01B41"/>
    <w:rsid w:val="00E06628"/>
    <w:rsid w:val="00E21A4F"/>
    <w:rsid w:val="00E36B64"/>
    <w:rsid w:val="00E41289"/>
    <w:rsid w:val="00E57468"/>
    <w:rsid w:val="00E6134B"/>
    <w:rsid w:val="00E63540"/>
    <w:rsid w:val="00E91E9E"/>
    <w:rsid w:val="00E93725"/>
    <w:rsid w:val="00EA319C"/>
    <w:rsid w:val="00EA6087"/>
    <w:rsid w:val="00ED03CB"/>
    <w:rsid w:val="00EE3BB3"/>
    <w:rsid w:val="00EE6223"/>
    <w:rsid w:val="00EF1B53"/>
    <w:rsid w:val="00F13465"/>
    <w:rsid w:val="00F35D5F"/>
    <w:rsid w:val="00F43937"/>
    <w:rsid w:val="00F56E38"/>
    <w:rsid w:val="00F621C0"/>
    <w:rsid w:val="00F673B1"/>
    <w:rsid w:val="00F7387E"/>
    <w:rsid w:val="00F77448"/>
    <w:rsid w:val="00FB5DEC"/>
    <w:rsid w:val="00FD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467B6"/>
  <w15:chartTrackingRefBased/>
  <w15:docId w15:val="{4C5EC609-54E1-4991-8400-A9EBC22B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rsid w:val="00276474"/>
  </w:style>
  <w:style w:type="paragraph" w:styleId="berschrift1">
    <w:name w:val="heading 1"/>
    <w:aliases w:val="Überschrift 1 (FITKO)"/>
    <w:basedOn w:val="Standard"/>
    <w:next w:val="berschrift2"/>
    <w:link w:val="berschrift1Zchn"/>
    <w:uiPriority w:val="1"/>
    <w:qFormat/>
    <w:rsid w:val="00881D29"/>
    <w:pPr>
      <w:keepNext/>
      <w:keepLines/>
      <w:numPr>
        <w:numId w:val="3"/>
      </w:numPr>
      <w:spacing w:before="400" w:after="0"/>
      <w:outlineLvl w:val="0"/>
    </w:pPr>
    <w:rPr>
      <w:rFonts w:ascii="Segoe UI Semibold" w:eastAsiaTheme="majorEastAsia" w:hAnsi="Segoe UI Semibold" w:cstheme="majorBidi"/>
      <w:sz w:val="24"/>
      <w:szCs w:val="32"/>
    </w:rPr>
  </w:style>
  <w:style w:type="paragraph" w:styleId="berschrift2">
    <w:name w:val="heading 2"/>
    <w:aliases w:val="Überschrift 2 (FITKO)"/>
    <w:basedOn w:val="Standard"/>
    <w:next w:val="FlietextmitAbsatzFITKO"/>
    <w:link w:val="berschrift2Zchn"/>
    <w:uiPriority w:val="1"/>
    <w:unhideWhenUsed/>
    <w:qFormat/>
    <w:rsid w:val="0065175A"/>
    <w:pPr>
      <w:keepNext/>
      <w:keepLines/>
      <w:numPr>
        <w:ilvl w:val="1"/>
        <w:numId w:val="3"/>
      </w:numPr>
      <w:spacing w:after="0"/>
      <w:outlineLvl w:val="1"/>
    </w:pPr>
    <w:rPr>
      <w:rFonts w:asciiTheme="majorHAnsi" w:eastAsiaTheme="majorEastAsia" w:hAnsiTheme="majorHAnsi" w:cstheme="majorBidi"/>
      <w:szCs w:val="26"/>
    </w:rPr>
  </w:style>
  <w:style w:type="paragraph" w:styleId="berschrift3">
    <w:name w:val="heading 3"/>
    <w:aliases w:val="Überschrift 3 (FITKO)"/>
    <w:basedOn w:val="berschrift2"/>
    <w:next w:val="FlietextmitAbsatzFITKO"/>
    <w:link w:val="berschrift3Zchn"/>
    <w:uiPriority w:val="1"/>
    <w:unhideWhenUsed/>
    <w:qFormat/>
    <w:rsid w:val="0065175A"/>
    <w:pPr>
      <w:numPr>
        <w:ilvl w:val="2"/>
      </w:numPr>
      <w:outlineLvl w:val="2"/>
    </w:pPr>
    <w:rPr>
      <w:szCs w:val="24"/>
    </w:rPr>
  </w:style>
  <w:style w:type="paragraph" w:styleId="berschrift4">
    <w:name w:val="heading 4"/>
    <w:aliases w:val="Überschrift 4 (FITKO)"/>
    <w:basedOn w:val="berschrift2"/>
    <w:next w:val="FlietextmitAbsatzFITKO"/>
    <w:link w:val="berschrift4Zchn"/>
    <w:uiPriority w:val="1"/>
    <w:unhideWhenUsed/>
    <w:qFormat/>
    <w:rsid w:val="0065175A"/>
    <w:pPr>
      <w:numPr>
        <w:ilvl w:val="3"/>
      </w:numPr>
      <w:outlineLvl w:val="3"/>
    </w:pPr>
    <w:rPr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65175A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414040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5175A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B2A2A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65175A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B2A2A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65175A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FF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65175A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FF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aliases w:val="Abbildungsverzeichnis (FITKO)"/>
    <w:basedOn w:val="Standard"/>
    <w:next w:val="Standard"/>
    <w:uiPriority w:val="19"/>
    <w:unhideWhenUsed/>
    <w:qFormat/>
    <w:rsid w:val="0065175A"/>
    <w:pPr>
      <w:spacing w:after="0"/>
    </w:pPr>
  </w:style>
  <w:style w:type="paragraph" w:customStyle="1" w:styleId="FlietextmitAbsatzFITKO">
    <w:name w:val="Fließtext mit Absatz (FITKO)"/>
    <w:basedOn w:val="Standard"/>
    <w:qFormat/>
    <w:rsid w:val="001E16F7"/>
    <w:pPr>
      <w:jc w:val="both"/>
    </w:pPr>
  </w:style>
  <w:style w:type="paragraph" w:customStyle="1" w:styleId="AufzhlungBulletpoints1FITKO">
    <w:name w:val="Aufzählung Bulletpoints 1 (FITKO)"/>
    <w:basedOn w:val="FlietextmitAbsatzFITKO"/>
    <w:uiPriority w:val="4"/>
    <w:qFormat/>
    <w:rsid w:val="00A6386D"/>
    <w:pPr>
      <w:keepLines/>
      <w:numPr>
        <w:numId w:val="1"/>
      </w:numPr>
      <w:contextualSpacing/>
      <w:jc w:val="left"/>
    </w:pPr>
  </w:style>
  <w:style w:type="paragraph" w:styleId="Beschriftung">
    <w:name w:val="caption"/>
    <w:aliases w:val="Beschriftung (FITKO)"/>
    <w:basedOn w:val="Standard"/>
    <w:next w:val="Standard"/>
    <w:uiPriority w:val="14"/>
    <w:qFormat/>
    <w:rsid w:val="0065175A"/>
    <w:rPr>
      <w:iCs/>
      <w:color w:val="575656" w:themeColor="accent1"/>
      <w:sz w:val="20"/>
    </w:rPr>
  </w:style>
  <w:style w:type="paragraph" w:customStyle="1" w:styleId="DeckblattUnteruntertitelFITKO">
    <w:name w:val="Deckblatt Unteruntertitel (FITKO)"/>
    <w:basedOn w:val="Standard"/>
    <w:uiPriority w:val="37"/>
    <w:rsid w:val="0065175A"/>
    <w:pPr>
      <w:tabs>
        <w:tab w:val="right" w:pos="9015"/>
      </w:tabs>
      <w:spacing w:after="120"/>
    </w:pPr>
    <w:rPr>
      <w:color w:val="575656" w:themeColor="accent1"/>
    </w:rPr>
  </w:style>
  <w:style w:type="paragraph" w:customStyle="1" w:styleId="DeckblattTitelFITKO">
    <w:name w:val="Deckblatt Titel (FITKO)"/>
    <w:basedOn w:val="Standard"/>
    <w:next w:val="Standard"/>
    <w:uiPriority w:val="37"/>
    <w:rsid w:val="00072DC0"/>
    <w:rPr>
      <w:sz w:val="42"/>
      <w:szCs w:val="42"/>
    </w:rPr>
  </w:style>
  <w:style w:type="paragraph" w:customStyle="1" w:styleId="DeckblattUntertitelFITKO">
    <w:name w:val="Deckblatt Untertitel (FITKO)"/>
    <w:basedOn w:val="Standard"/>
    <w:uiPriority w:val="37"/>
    <w:rsid w:val="00072DC0"/>
    <w:pPr>
      <w:spacing w:after="60"/>
    </w:pPr>
    <w:rPr>
      <w:color w:val="575656" w:themeColor="accent1"/>
      <w:sz w:val="36"/>
      <w:szCs w:val="36"/>
    </w:rPr>
  </w:style>
  <w:style w:type="numbering" w:customStyle="1" w:styleId="FITKOBulletpoint-Liste">
    <w:name w:val="FITKO Bulletpoint-Liste"/>
    <w:uiPriority w:val="99"/>
    <w:rsid w:val="0065175A"/>
    <w:pPr>
      <w:numPr>
        <w:numId w:val="1"/>
      </w:numPr>
    </w:pPr>
  </w:style>
  <w:style w:type="numbering" w:customStyle="1" w:styleId="FITKO-berschriften">
    <w:name w:val="FITKO-Überschriften"/>
    <w:uiPriority w:val="99"/>
    <w:rsid w:val="0065175A"/>
    <w:pPr>
      <w:numPr>
        <w:numId w:val="2"/>
      </w:numPr>
    </w:pPr>
  </w:style>
  <w:style w:type="character" w:customStyle="1" w:styleId="FuzeilehellFITKO">
    <w:name w:val="Fußzeile hell (FITKO)"/>
    <w:basedOn w:val="Absatz-Standardschriftart"/>
    <w:uiPriority w:val="39"/>
    <w:rsid w:val="0065175A"/>
    <w:rPr>
      <w:color w:val="575656" w:themeColor="accent1"/>
    </w:rPr>
  </w:style>
  <w:style w:type="paragraph" w:customStyle="1" w:styleId="FuzeileStandardFITKO">
    <w:name w:val="Fußzeile Standard (FITKO)"/>
    <w:basedOn w:val="Fuzeile"/>
    <w:uiPriority w:val="39"/>
    <w:rsid w:val="00072DC0"/>
    <w:rPr>
      <w:sz w:val="16"/>
    </w:rPr>
  </w:style>
  <w:style w:type="paragraph" w:styleId="Fuzeile">
    <w:name w:val="footer"/>
    <w:basedOn w:val="Standard"/>
    <w:link w:val="FuzeileZchn"/>
    <w:uiPriority w:val="99"/>
    <w:semiHidden/>
    <w:rsid w:val="0065175A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E2C72"/>
    <w:rPr>
      <w:rFonts w:ascii="Segoe UI" w:hAnsi="Segoe UI"/>
      <w:color w:val="000000" w:themeColor="background1"/>
      <w:szCs w:val="18"/>
    </w:rPr>
  </w:style>
  <w:style w:type="paragraph" w:styleId="Kopfzeile">
    <w:name w:val="header"/>
    <w:aliases w:val="Kopfzeile (FITKO)"/>
    <w:basedOn w:val="Standard"/>
    <w:link w:val="KopfzeileZchn"/>
    <w:uiPriority w:val="39"/>
    <w:unhideWhenUsed/>
    <w:rsid w:val="0065175A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aliases w:val="Kopfzeile (FITKO) Zchn"/>
    <w:basedOn w:val="Absatz-Standardschriftart"/>
    <w:link w:val="Kopfzeile"/>
    <w:uiPriority w:val="39"/>
    <w:rsid w:val="000B2C9A"/>
  </w:style>
  <w:style w:type="paragraph" w:customStyle="1" w:styleId="TabellentextFITKO">
    <w:name w:val="Tabellentext (FITKO)"/>
    <w:basedOn w:val="Standard"/>
    <w:uiPriority w:val="5"/>
    <w:qFormat/>
    <w:rsid w:val="00B376A4"/>
    <w:pPr>
      <w:spacing w:after="0"/>
    </w:pPr>
  </w:style>
  <w:style w:type="character" w:customStyle="1" w:styleId="berschrift1Zchn">
    <w:name w:val="Überschrift 1 Zchn"/>
    <w:aliases w:val="Überschrift 1 (FITKO) Zchn"/>
    <w:basedOn w:val="Absatz-Standardschriftart"/>
    <w:link w:val="berschrift1"/>
    <w:uiPriority w:val="1"/>
    <w:rsid w:val="00881D29"/>
    <w:rPr>
      <w:rFonts w:ascii="Segoe UI Semibold" w:eastAsiaTheme="majorEastAsia" w:hAnsi="Segoe UI Semibold" w:cstheme="majorBidi"/>
      <w:sz w:val="24"/>
      <w:szCs w:val="32"/>
    </w:rPr>
  </w:style>
  <w:style w:type="character" w:customStyle="1" w:styleId="berschrift2Zchn">
    <w:name w:val="Überschrift 2 Zchn"/>
    <w:aliases w:val="Überschrift 2 (FITKO) Zchn"/>
    <w:basedOn w:val="Absatz-Standardschriftart"/>
    <w:link w:val="berschrift2"/>
    <w:uiPriority w:val="1"/>
    <w:rsid w:val="000B2C9A"/>
    <w:rPr>
      <w:rFonts w:asciiTheme="majorHAnsi" w:eastAsiaTheme="majorEastAsia" w:hAnsiTheme="majorHAnsi" w:cstheme="majorBidi"/>
      <w:szCs w:val="26"/>
    </w:rPr>
  </w:style>
  <w:style w:type="character" w:customStyle="1" w:styleId="berschrift3Zchn">
    <w:name w:val="Überschrift 3 Zchn"/>
    <w:aliases w:val="Überschrift 3 (FITKO) Zchn"/>
    <w:basedOn w:val="Absatz-Standardschriftart"/>
    <w:link w:val="berschrift3"/>
    <w:uiPriority w:val="1"/>
    <w:rsid w:val="000B2C9A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aliases w:val="Überschrift 4 (FITKO) Zchn"/>
    <w:basedOn w:val="Absatz-Standardschriftart"/>
    <w:link w:val="berschrift4"/>
    <w:uiPriority w:val="1"/>
    <w:rsid w:val="000B2C9A"/>
    <w:rPr>
      <w:rFonts w:asciiTheme="majorHAnsi" w:eastAsiaTheme="majorEastAsia" w:hAnsiTheme="majorHAnsi" w:cstheme="majorBidi"/>
      <w:iCs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175A"/>
    <w:rPr>
      <w:rFonts w:asciiTheme="majorHAnsi" w:eastAsiaTheme="majorEastAsia" w:hAnsiTheme="majorHAnsi" w:cstheme="majorBidi"/>
      <w:color w:val="414040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175A"/>
    <w:rPr>
      <w:rFonts w:asciiTheme="majorHAnsi" w:eastAsiaTheme="majorEastAsia" w:hAnsiTheme="majorHAnsi" w:cstheme="majorBidi"/>
      <w:color w:val="2B2A2A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175A"/>
    <w:rPr>
      <w:rFonts w:asciiTheme="majorHAnsi" w:eastAsiaTheme="majorEastAsia" w:hAnsiTheme="majorHAnsi" w:cstheme="majorBidi"/>
      <w:i/>
      <w:iCs/>
      <w:color w:val="2B2A2A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175A"/>
    <w:rPr>
      <w:rFonts w:asciiTheme="majorHAnsi" w:eastAsiaTheme="majorEastAsia" w:hAnsiTheme="majorHAnsi" w:cstheme="majorBidi"/>
      <w:color w:val="FF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175A"/>
    <w:rPr>
      <w:rFonts w:asciiTheme="majorHAnsi" w:eastAsiaTheme="majorEastAsia" w:hAnsiTheme="majorHAnsi" w:cstheme="majorBidi"/>
      <w:i/>
      <w:iCs/>
      <w:color w:val="FF2727" w:themeColor="text1" w:themeTint="D8"/>
      <w:sz w:val="21"/>
      <w:szCs w:val="21"/>
    </w:rPr>
  </w:style>
  <w:style w:type="paragraph" w:styleId="Verzeichnis1">
    <w:name w:val="toc 1"/>
    <w:aliases w:val="Verzeichnis 1 (FITKO)"/>
    <w:basedOn w:val="Standard"/>
    <w:next w:val="Standard"/>
    <w:autoRedefine/>
    <w:uiPriority w:val="39"/>
    <w:unhideWhenUsed/>
    <w:rsid w:val="0065175A"/>
    <w:pPr>
      <w:tabs>
        <w:tab w:val="left" w:pos="737"/>
        <w:tab w:val="right" w:leader="dot" w:pos="9060"/>
      </w:tabs>
      <w:spacing w:before="240" w:after="100"/>
    </w:pPr>
    <w:rPr>
      <w:sz w:val="26"/>
    </w:rPr>
  </w:style>
  <w:style w:type="paragraph" w:styleId="Verzeichnis2">
    <w:name w:val="toc 2"/>
    <w:aliases w:val="Verzeichnis 2 (FITKO)"/>
    <w:basedOn w:val="Standard"/>
    <w:next w:val="Standard"/>
    <w:autoRedefine/>
    <w:uiPriority w:val="39"/>
    <w:unhideWhenUsed/>
    <w:rsid w:val="0065175A"/>
    <w:pPr>
      <w:tabs>
        <w:tab w:val="left" w:pos="737"/>
        <w:tab w:val="right" w:leader="dot" w:pos="9060"/>
      </w:tabs>
      <w:spacing w:after="100"/>
    </w:pPr>
  </w:style>
  <w:style w:type="paragraph" w:styleId="Verzeichnis3">
    <w:name w:val="toc 3"/>
    <w:aliases w:val="Verzeichnis 3 (FITKO)"/>
    <w:basedOn w:val="Standard"/>
    <w:next w:val="Standard"/>
    <w:autoRedefine/>
    <w:uiPriority w:val="39"/>
    <w:unhideWhenUsed/>
    <w:rsid w:val="0065175A"/>
    <w:pPr>
      <w:tabs>
        <w:tab w:val="left" w:pos="737"/>
        <w:tab w:val="right" w:leader="dot" w:pos="9061"/>
      </w:tabs>
      <w:spacing w:after="100"/>
    </w:pPr>
  </w:style>
  <w:style w:type="paragraph" w:styleId="Verzeichnis4">
    <w:name w:val="toc 4"/>
    <w:aliases w:val="Verzeichnis 4 (FITKO)"/>
    <w:basedOn w:val="Standard"/>
    <w:next w:val="Standard"/>
    <w:autoRedefine/>
    <w:uiPriority w:val="39"/>
    <w:unhideWhenUsed/>
    <w:rsid w:val="0065175A"/>
    <w:pPr>
      <w:tabs>
        <w:tab w:val="left" w:pos="737"/>
        <w:tab w:val="right" w:leader="dot" w:pos="9061"/>
      </w:tabs>
      <w:spacing w:after="100"/>
    </w:pPr>
  </w:style>
  <w:style w:type="paragraph" w:customStyle="1" w:styleId="VerzeichnisberschriftFITKO">
    <w:name w:val="Verzeichnisüberschrift (FITKO)"/>
    <w:basedOn w:val="Standard"/>
    <w:next w:val="FlietextmitAbsatzFITKO"/>
    <w:uiPriority w:val="38"/>
    <w:rsid w:val="0065175A"/>
    <w:pPr>
      <w:spacing w:after="240"/>
    </w:pPr>
    <w:rPr>
      <w:sz w:val="32"/>
      <w:szCs w:val="32"/>
    </w:rPr>
  </w:style>
  <w:style w:type="table" w:styleId="Tabellenraster">
    <w:name w:val="Table Grid"/>
    <w:basedOn w:val="NormaleTabelle"/>
    <w:uiPriority w:val="59"/>
    <w:rsid w:val="009A6B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rsid w:val="0098322C"/>
    <w:rPr>
      <w:color w:val="0563C1" w:themeColor="hyperlink"/>
      <w:u w:val="single"/>
    </w:rPr>
  </w:style>
  <w:style w:type="paragraph" w:styleId="Funotentext">
    <w:name w:val="footnote text"/>
    <w:aliases w:val="Fußnotentext (FITKO)"/>
    <w:basedOn w:val="Standard"/>
    <w:link w:val="FunotentextZchn"/>
    <w:uiPriority w:val="99"/>
    <w:semiHidden/>
    <w:unhideWhenUsed/>
    <w:rsid w:val="008230F2"/>
    <w:pPr>
      <w:spacing w:after="0"/>
    </w:pPr>
    <w:rPr>
      <w:color w:val="575656" w:themeColor="accent1"/>
      <w:sz w:val="16"/>
      <w:szCs w:val="20"/>
    </w:rPr>
  </w:style>
  <w:style w:type="character" w:customStyle="1" w:styleId="FunotentextZchn">
    <w:name w:val="Fußnotentext Zchn"/>
    <w:aliases w:val="Fußnotentext (FITKO) Zchn"/>
    <w:basedOn w:val="Absatz-Standardschriftart"/>
    <w:link w:val="Funotentext"/>
    <w:uiPriority w:val="99"/>
    <w:semiHidden/>
    <w:rsid w:val="008230F2"/>
    <w:rPr>
      <w:rFonts w:ascii="Segoe UI" w:hAnsi="Segoe UI"/>
      <w:color w:val="575656" w:themeColor="accent1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230F2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8"/>
    <w:unhideWhenUsed/>
    <w:rsid w:val="00DE0722"/>
    <w:pPr>
      <w:numPr>
        <w:numId w:val="0"/>
      </w:numPr>
      <w:spacing w:before="240" w:line="259" w:lineRule="auto"/>
      <w:outlineLvl w:val="9"/>
    </w:pPr>
    <w:rPr>
      <w:color w:val="414040" w:themeColor="accent1" w:themeShade="BF"/>
      <w:sz w:val="3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25F4E"/>
    <w:rPr>
      <w:color w:val="808080"/>
    </w:rPr>
  </w:style>
  <w:style w:type="table" w:customStyle="1" w:styleId="TableGrid">
    <w:name w:val="TableGrid"/>
    <w:rsid w:val="004B57CE"/>
    <w:pPr>
      <w:spacing w:after="0"/>
    </w:pPr>
    <w:rPr>
      <w:rFonts w:eastAsiaTheme="minorEastAsia"/>
      <w:szCs w:val="18"/>
      <w:lang w:eastAsia="de-D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ITKOTabelle1">
    <w:name w:val="FITKO Tabelle 1"/>
    <w:basedOn w:val="NormaleTabelle"/>
    <w:uiPriority w:val="99"/>
    <w:rsid w:val="00A6386D"/>
    <w:pPr>
      <w:spacing w:after="0"/>
    </w:pPr>
    <w:rPr>
      <w:rFonts w:ascii="Segoe UI" w:hAnsi="Segoe UI"/>
      <w:color w:val="000000" w:themeColor="background1"/>
    </w:rPr>
    <w:tblPr>
      <w:tblBorders>
        <w:top w:val="single" w:sz="4" w:space="0" w:color="B2B2B2" w:themeColor="text2"/>
        <w:left w:val="single" w:sz="4" w:space="0" w:color="B2B2B2" w:themeColor="text2"/>
        <w:bottom w:val="single" w:sz="4" w:space="0" w:color="B2B2B2" w:themeColor="text2"/>
        <w:right w:val="single" w:sz="4" w:space="0" w:color="B2B2B2" w:themeColor="text2"/>
        <w:insideH w:val="single" w:sz="4" w:space="0" w:color="B2B2B2" w:themeColor="text2"/>
        <w:insideV w:val="single" w:sz="4" w:space="0" w:color="B2B2B2" w:themeColor="text2"/>
      </w:tblBorders>
      <w:tblCellMar>
        <w:top w:w="85" w:type="dxa"/>
        <w:bottom w:w="85" w:type="dxa"/>
        <w:right w:w="85" w:type="dxa"/>
      </w:tblCellMar>
    </w:tblPr>
    <w:tcPr>
      <w:shd w:val="clear" w:color="auto" w:fill="auto"/>
    </w:tcPr>
    <w:tblStylePr w:type="firstRow">
      <w:pPr>
        <w:jc w:val="left"/>
      </w:pPr>
      <w:rPr>
        <w:rFonts w:ascii="Segoe UI" w:hAnsi="Segoe UI"/>
        <w:color w:val="F8F8F8" w:themeColor="accent6"/>
        <w:sz w:val="22"/>
      </w:rPr>
      <w:tblPr/>
      <w:tcPr>
        <w:shd w:val="clear" w:color="auto" w:fill="575656" w:themeFill="accent1"/>
        <w:vAlign w:val="center"/>
      </w:tcPr>
    </w:tblStylePr>
  </w:style>
  <w:style w:type="paragraph" w:customStyle="1" w:styleId="TitelohneDeckblattFITKO">
    <w:name w:val="Titel (ohne Deckblatt) (FITKO)"/>
    <w:basedOn w:val="Standard"/>
    <w:next w:val="UntertitelohneDeckblattFITKO"/>
    <w:qFormat/>
    <w:rsid w:val="0022065B"/>
    <w:pPr>
      <w:spacing w:after="0"/>
      <w:contextualSpacing/>
    </w:pPr>
    <w:rPr>
      <w:rFonts w:ascii="Segoe UI Semibold" w:hAnsi="Segoe UI Semibold"/>
      <w:sz w:val="28"/>
    </w:rPr>
  </w:style>
  <w:style w:type="paragraph" w:customStyle="1" w:styleId="UntertitelohneDeckblattFITKO">
    <w:name w:val="Untertitel (ohne Deckblatt) (FITKO)"/>
    <w:basedOn w:val="Standard"/>
    <w:next w:val="FlietextmitAbsatzFITKO"/>
    <w:qFormat/>
    <w:rsid w:val="0062692E"/>
    <w:pPr>
      <w:spacing w:after="360"/>
      <w:contextualSpacing/>
    </w:pPr>
    <w:rPr>
      <w:color w:val="575656" w:themeColor="accent1"/>
      <w:sz w:val="26"/>
    </w:rPr>
  </w:style>
  <w:style w:type="paragraph" w:customStyle="1" w:styleId="ZwischenberschriftFITKO">
    <w:name w:val="Zwischenüberschrift (FITKO)"/>
    <w:basedOn w:val="Standard"/>
    <w:qFormat/>
    <w:rsid w:val="00A6386D"/>
    <w:pPr>
      <w:keepNext/>
      <w:spacing w:before="200"/>
      <w:contextualSpacing/>
    </w:pPr>
    <w:rPr>
      <w:rFonts w:ascii="Segoe UI Semibold" w:hAnsi="Segoe UI Semibold"/>
    </w:rPr>
  </w:style>
  <w:style w:type="paragraph" w:customStyle="1" w:styleId="AufzhlungTabellentextFITKO">
    <w:name w:val="Aufzählung Tabellentext (FITKO)"/>
    <w:basedOn w:val="Standard"/>
    <w:uiPriority w:val="5"/>
    <w:qFormat/>
    <w:rsid w:val="00EF1B53"/>
    <w:pPr>
      <w:numPr>
        <w:numId w:val="5"/>
      </w:numPr>
      <w:spacing w:after="0"/>
    </w:pPr>
  </w:style>
  <w:style w:type="numbering" w:customStyle="1" w:styleId="FITKOTabellen-Aufzhlung">
    <w:name w:val="FITKO Tabellen-Aufzählung"/>
    <w:uiPriority w:val="99"/>
    <w:rsid w:val="00EF1B53"/>
    <w:pPr>
      <w:numPr>
        <w:numId w:val="4"/>
      </w:numPr>
    </w:pPr>
  </w:style>
  <w:style w:type="paragraph" w:customStyle="1" w:styleId="02berschrift14Punkt">
    <w:name w:val="02 Überschrift 14 Punkt"/>
    <w:basedOn w:val="Standard"/>
    <w:rsid w:val="00135BB3"/>
    <w:pPr>
      <w:spacing w:before="120" w:after="120" w:line="288" w:lineRule="auto"/>
    </w:pPr>
    <w:rPr>
      <w:rFonts w:ascii="BundesSans Office" w:eastAsia="Times New Roman" w:hAnsi="BundesSans Office" w:cs="Times New Roman"/>
      <w:color w:val="000000"/>
      <w:sz w:val="28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5D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35D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35D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5D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5D5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5D5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5D5F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3C4DA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gendaAbstandzwischendeneinzelnenTOP">
    <w:name w:val="***Agenda Abstand zwischen den einzelnen TOP"/>
    <w:basedOn w:val="Standard"/>
    <w:qFormat/>
    <w:rsid w:val="003C4DA6"/>
    <w:pPr>
      <w:spacing w:before="60" w:after="0" w:line="276" w:lineRule="auto"/>
      <w:jc w:val="both"/>
    </w:pPr>
    <w:rPr>
      <w:rFonts w:ascii="Corbel" w:eastAsia="Calibri" w:hAnsi="Corbel" w:cs="Tahom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filfitko001\FITKOVorlagen$\Servervorlagen\Fact%20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4A3569-3D2F-4541-A158-249AFD56A2DC}"/>
      </w:docPartPr>
      <w:docPartBody>
        <w:p w:rsidR="00113036" w:rsidRDefault="00113036">
          <w:r w:rsidRPr="00572237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EA3A6D080C2543B98DE6C09BCCABD7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25B806-3235-4265-A22B-7CEBA246789A}"/>
      </w:docPartPr>
      <w:docPartBody>
        <w:p w:rsidR="00113036" w:rsidRDefault="00B07AD8" w:rsidP="00B07AD8">
          <w:pPr>
            <w:pStyle w:val="EA3A6D080C2543B98DE6C09BCCABD720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B39A043E724B79B6DB6320D4F06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8D599A-3AF2-429C-96AB-299D7CC6E50C}"/>
      </w:docPartPr>
      <w:docPartBody>
        <w:p w:rsidR="00113036" w:rsidRDefault="00B07AD8" w:rsidP="00B07AD8">
          <w:pPr>
            <w:pStyle w:val="A6B39A043E724B79B6DB6320D4F06221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0B20E6232E44D7B9AECBA0A5F7C1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4F03CD-6F7B-4FDC-ACFE-26D2AB716335}"/>
      </w:docPartPr>
      <w:docPartBody>
        <w:p w:rsidR="00113036" w:rsidRDefault="00B07AD8" w:rsidP="00B07AD8">
          <w:pPr>
            <w:pStyle w:val="B50B20E6232E44D7B9AECBA0A5F7C173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E6E8A3B9DCF4403885577BEAA48C5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FA0788-BBCB-4952-9D80-44626E38B3C4}"/>
      </w:docPartPr>
      <w:docPartBody>
        <w:p w:rsidR="00113036" w:rsidRDefault="00B07AD8" w:rsidP="00B07AD8">
          <w:pPr>
            <w:pStyle w:val="BE6E8A3B9DCF4403885577BEAA48C5FE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39D0DC8A91417DB81B288B6F4C28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DDDDBF-76BE-479F-8BAD-772732EF0F18}"/>
      </w:docPartPr>
      <w:docPartBody>
        <w:p w:rsidR="00113036" w:rsidRDefault="00B07AD8" w:rsidP="00B07AD8">
          <w:pPr>
            <w:pStyle w:val="1039D0DC8A91417DB81B288B6F4C2866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03A531F40564049B540116FEDF198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BFED8D-2B78-4555-9B42-D1FC96C517B9}"/>
      </w:docPartPr>
      <w:docPartBody>
        <w:p w:rsidR="00113036" w:rsidRDefault="00B07AD8" w:rsidP="00B07AD8">
          <w:pPr>
            <w:pStyle w:val="203A531F40564049B540116FEDF19869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A298B154CD340EB84E845CEC07D07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7645A5-3D26-4A24-9A42-6AEC65603604}"/>
      </w:docPartPr>
      <w:docPartBody>
        <w:p w:rsidR="00113036" w:rsidRDefault="00B07AD8" w:rsidP="00B07AD8">
          <w:pPr>
            <w:pStyle w:val="5A298B154CD340EB84E845CEC07D07CF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BB5C156AA24B31AD0CE8879D0D3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8B4E88-FB21-42A0-AEB1-0FB4563A01DD}"/>
      </w:docPartPr>
      <w:docPartBody>
        <w:p w:rsidR="00113036" w:rsidRDefault="00B07AD8" w:rsidP="00B07AD8">
          <w:pPr>
            <w:pStyle w:val="48BB5C156AA24B31AD0CE8879D0D3221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5E7A2F1D184A20A96CF0E2391D46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59DB80-990F-4F07-939C-E8F2F11E1C47}"/>
      </w:docPartPr>
      <w:docPartBody>
        <w:p w:rsidR="00113036" w:rsidRDefault="00B07AD8" w:rsidP="00B07AD8">
          <w:pPr>
            <w:pStyle w:val="F05E7A2F1D184A20A96CF0E2391D469C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A3D10AC9E08408C8D43CAAF1C12A9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8D0FEF-FE55-43A6-A77F-2BD63B2488D6}"/>
      </w:docPartPr>
      <w:docPartBody>
        <w:p w:rsidR="00113036" w:rsidRDefault="00B07AD8" w:rsidP="00B07AD8">
          <w:pPr>
            <w:pStyle w:val="EA3D10AC9E08408C8D43CAAF1C12A9D3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02DB89F9E94A20B2ACB52A47DD1C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D93EA4-01D0-4D65-827D-4858CB4ECED0}"/>
      </w:docPartPr>
      <w:docPartBody>
        <w:p w:rsidR="00113036" w:rsidRDefault="00B07AD8" w:rsidP="00B07AD8">
          <w:pPr>
            <w:pStyle w:val="C302DB89F9E94A20B2ACB52A47DD1C2C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B734D2DE6A04ACBB799F678A4F299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BD308D-4141-4713-B950-237F31A5EEC0}"/>
      </w:docPartPr>
      <w:docPartBody>
        <w:p w:rsidR="00113036" w:rsidRDefault="00B07AD8" w:rsidP="00B07AD8">
          <w:pPr>
            <w:pStyle w:val="AB734D2DE6A04ACBB799F678A4F29986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F77C2F7980467ABE3F8BACF34FC9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3525E7-2E30-4DB3-B387-4E0BF5C4D5CA}"/>
      </w:docPartPr>
      <w:docPartBody>
        <w:p w:rsidR="00113036" w:rsidRDefault="00B07AD8" w:rsidP="00B07AD8">
          <w:pPr>
            <w:pStyle w:val="56F77C2F7980467ABE3F8BACF34FC912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8077C7073D045B284E7D4507ACB92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9B6348-65DA-4C39-A9BB-374FAF507156}"/>
      </w:docPartPr>
      <w:docPartBody>
        <w:p w:rsidR="00113036" w:rsidRDefault="00B07AD8" w:rsidP="00B07AD8">
          <w:pPr>
            <w:pStyle w:val="E8077C7073D045B284E7D4507ACB92BC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BundesSans Office">
    <w:altName w:val="Lucida Sans Unicode"/>
    <w:charset w:val="00"/>
    <w:family w:val="swiss"/>
    <w:pitch w:val="variable"/>
    <w:sig w:usb0="A00000BF" w:usb1="4000206B" w:usb2="00000000" w:usb3="00000000" w:csb0="0000009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036"/>
    <w:rsid w:val="00113036"/>
    <w:rsid w:val="00B0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07AD8"/>
    <w:rPr>
      <w:color w:val="808080"/>
    </w:rPr>
  </w:style>
  <w:style w:type="paragraph" w:customStyle="1" w:styleId="EA3A6D080C2543B98DE6C09BCCABD720">
    <w:name w:val="EA3A6D080C2543B98DE6C09BCCABD720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A6B39A043E724B79B6DB6320D4F06221">
    <w:name w:val="A6B39A043E724B79B6DB6320D4F06221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50B20E6232E44D7B9AECBA0A5F7C173">
    <w:name w:val="B50B20E6232E44D7B9AECBA0A5F7C173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E6E8A3B9DCF4403885577BEAA48C5FE">
    <w:name w:val="BE6E8A3B9DCF4403885577BEAA48C5FE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1039D0DC8A91417DB81B288B6F4C2866">
    <w:name w:val="1039D0DC8A91417DB81B288B6F4C2866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03A531F40564049B540116FEDF19869">
    <w:name w:val="203A531F40564049B540116FEDF19869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5A298B154CD340EB84E845CEC07D07CF">
    <w:name w:val="5A298B154CD340EB84E845CEC07D07CF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48BB5C156AA24B31AD0CE8879D0D3221">
    <w:name w:val="48BB5C156AA24B31AD0CE8879D0D3221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F05E7A2F1D184A20A96CF0E2391D469C">
    <w:name w:val="F05E7A2F1D184A20A96CF0E2391D469C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EA3D10AC9E08408C8D43CAAF1C12A9D3">
    <w:name w:val="EA3D10AC9E08408C8D43CAAF1C12A9D3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C302DB89F9E94A20B2ACB52A47DD1C2C">
    <w:name w:val="C302DB89F9E94A20B2ACB52A47DD1C2C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AB734D2DE6A04ACBB799F678A4F29986">
    <w:name w:val="AB734D2DE6A04ACBB799F678A4F29986"/>
    <w:rsid w:val="00113036"/>
    <w:pPr>
      <w:spacing w:line="240" w:lineRule="auto"/>
    </w:pPr>
    <w:rPr>
      <w:rFonts w:eastAsiaTheme="minorHAnsi"/>
      <w:lang w:eastAsia="en-US"/>
    </w:rPr>
  </w:style>
  <w:style w:type="paragraph" w:customStyle="1" w:styleId="56F77C2F7980467ABE3F8BACF34FC912">
    <w:name w:val="56F77C2F7980467ABE3F8BACF34FC912"/>
    <w:rsid w:val="00113036"/>
    <w:pPr>
      <w:spacing w:line="240" w:lineRule="auto"/>
    </w:pPr>
    <w:rPr>
      <w:rFonts w:eastAsiaTheme="minorHAnsi"/>
      <w:lang w:eastAsia="en-US"/>
    </w:rPr>
  </w:style>
  <w:style w:type="paragraph" w:customStyle="1" w:styleId="3ADA26E8C4114B7B991948D236048F8D">
    <w:name w:val="3ADA26E8C4114B7B991948D236048F8D"/>
    <w:rsid w:val="00113036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8077C7073D045B284E7D4507ACB92BC">
    <w:name w:val="E8077C7073D045B284E7D4507ACB92BC"/>
    <w:rsid w:val="00113036"/>
  </w:style>
  <w:style w:type="paragraph" w:customStyle="1" w:styleId="EA3A6D080C2543B98DE6C09BCCABD7201">
    <w:name w:val="EA3A6D080C2543B98DE6C09BCCABD720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A6B39A043E724B79B6DB6320D4F062211">
    <w:name w:val="A6B39A043E724B79B6DB6320D4F06221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50B20E6232E44D7B9AECBA0A5F7C1731">
    <w:name w:val="B50B20E6232E44D7B9AECBA0A5F7C173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E6E8A3B9DCF4403885577BEAA48C5FE1">
    <w:name w:val="BE6E8A3B9DCF4403885577BEAA48C5FE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1039D0DC8A91417DB81B288B6F4C28661">
    <w:name w:val="1039D0DC8A91417DB81B288B6F4C2866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03A531F40564049B540116FEDF198691">
    <w:name w:val="203A531F40564049B540116FEDF19869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5A298B154CD340EB84E845CEC07D07CF1">
    <w:name w:val="5A298B154CD340EB84E845CEC07D07CF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48BB5C156AA24B31AD0CE8879D0D32211">
    <w:name w:val="48BB5C156AA24B31AD0CE8879D0D3221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F05E7A2F1D184A20A96CF0E2391D469C1">
    <w:name w:val="F05E7A2F1D184A20A96CF0E2391D469C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EA3D10AC9E08408C8D43CAAF1C12A9D31">
    <w:name w:val="EA3D10AC9E08408C8D43CAAF1C12A9D3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C302DB89F9E94A20B2ACB52A47DD1C2C1">
    <w:name w:val="C302DB89F9E94A20B2ACB52A47DD1C2C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AB734D2DE6A04ACBB799F678A4F299861">
    <w:name w:val="AB734D2DE6A04ACBB799F678A4F299861"/>
    <w:rsid w:val="00B07AD8"/>
    <w:pPr>
      <w:spacing w:line="240" w:lineRule="auto"/>
    </w:pPr>
    <w:rPr>
      <w:rFonts w:eastAsiaTheme="minorHAnsi"/>
      <w:lang w:eastAsia="en-US"/>
    </w:rPr>
  </w:style>
  <w:style w:type="paragraph" w:customStyle="1" w:styleId="56F77C2F7980467ABE3F8BACF34FC9121">
    <w:name w:val="56F77C2F7980467ABE3F8BACF34FC9121"/>
    <w:rsid w:val="00B07AD8"/>
    <w:pPr>
      <w:spacing w:line="240" w:lineRule="auto"/>
    </w:pPr>
    <w:rPr>
      <w:rFonts w:eastAsiaTheme="minorHAnsi"/>
      <w:lang w:eastAsia="en-US"/>
    </w:rPr>
  </w:style>
  <w:style w:type="paragraph" w:customStyle="1" w:styleId="E8077C7073D045B284E7D4507ACB92BC1">
    <w:name w:val="E8077C7073D045B284E7D4507ACB92BC1"/>
    <w:rsid w:val="00B07AD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FITKO">
      <a:dk1>
        <a:srgbClr val="FF0000"/>
      </a:dk1>
      <a:lt1>
        <a:srgbClr val="000000"/>
      </a:lt1>
      <a:dk2>
        <a:srgbClr val="B2B2B2"/>
      </a:dk2>
      <a:lt2>
        <a:srgbClr val="FFC819"/>
      </a:lt2>
      <a:accent1>
        <a:srgbClr val="575656"/>
      </a:accent1>
      <a:accent2>
        <a:srgbClr val="63AF4F"/>
      </a:accent2>
      <a:accent3>
        <a:srgbClr val="8B578E"/>
      </a:accent3>
      <a:accent4>
        <a:srgbClr val="E89532"/>
      </a:accent4>
      <a:accent5>
        <a:srgbClr val="76F1FC"/>
      </a:accent5>
      <a:accent6>
        <a:srgbClr val="F8F8F8"/>
      </a:accent6>
      <a:hlink>
        <a:srgbClr val="0563C1"/>
      </a:hlink>
      <a:folHlink>
        <a:srgbClr val="0563C1"/>
      </a:folHlink>
    </a:clrScheme>
    <a:fontScheme name="FITKO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8D9B7-FB78-40F6-9D48-22B1F3BC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 Sheet.dotx</Template>
  <TotalTime>0</TotalTime>
  <Pages>5</Pages>
  <Words>792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Fact Sheet</vt:lpstr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 Sheet</dc:title>
  <dc:subject/>
  <dc:creator>Maid, Thorsten (FITKO)</dc:creator>
  <cp:keywords/>
  <dc:description/>
  <cp:lastModifiedBy>Raab, Ulrike (FITKO)</cp:lastModifiedBy>
  <cp:revision>4</cp:revision>
  <dcterms:created xsi:type="dcterms:W3CDTF">2020-08-20T07:48:00Z</dcterms:created>
  <dcterms:modified xsi:type="dcterms:W3CDTF">2020-08-20T08:10:00Z</dcterms:modified>
</cp:coreProperties>
</file>